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3D2" w:rsidRDefault="00A936E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026" type="#_x0000_t202" style="position:absolute;margin-left:407.4pt;margin-top:-51.25pt;width:96pt;height:26.05pt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">
            <v:textbox style="mso-next-textbox:#Text Box 12">
              <w:txbxContent>
                <w:p w:rsidR="00E6547B" w:rsidRPr="00E6547B" w:rsidRDefault="00E6547B">
                  <w:pPr>
                    <w:rPr>
                      <w:sz w:val="32"/>
                      <w:szCs w:val="32"/>
                    </w:rPr>
                  </w:pPr>
                  <w:r w:rsidRPr="00E6547B">
                    <w:rPr>
                      <w:sz w:val="32"/>
                      <w:szCs w:val="32"/>
                    </w:rPr>
                    <w:t>Office copy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34" type="#_x0000_t202" style="position:absolute;margin-left:-13.35pt;margin-top:-51.25pt;width:516.75pt;height:63.6pt;z-index:25165823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" strokeweight=".5pt">
            <v:textbox>
              <w:txbxContent>
                <w:p w:rsidR="002E726B" w:rsidRPr="0099630D" w:rsidRDefault="002E726B" w:rsidP="002E726B">
                  <w:pPr>
                    <w:spacing w:after="0" w:line="240" w:lineRule="auto"/>
                    <w:ind w:left="720" w:firstLine="720"/>
                    <w:rPr>
                      <w:rFonts w:ascii="Cambria" w:hAnsi="Cambria"/>
                      <w:b/>
                      <w:bCs/>
                      <w:sz w:val="24"/>
                      <w:szCs w:val="24"/>
                    </w:rPr>
                  </w:pPr>
                  <w:r w:rsidRPr="0099630D">
                    <w:rPr>
                      <w:rFonts w:ascii="Cambria" w:hAnsi="Cambria"/>
                      <w:b/>
                      <w:bCs/>
                      <w:sz w:val="24"/>
                      <w:szCs w:val="24"/>
                    </w:rPr>
                    <w:t>UNIVERSITY OF RUHUNA</w:t>
                  </w:r>
                </w:p>
                <w:p w:rsidR="002E726B" w:rsidRPr="0099630D" w:rsidRDefault="002E726B" w:rsidP="002E726B">
                  <w:pPr>
                    <w:spacing w:after="0" w:line="240" w:lineRule="auto"/>
                    <w:ind w:left="720" w:firstLine="720"/>
                    <w:rPr>
                      <w:rFonts w:ascii="Cambria" w:hAnsi="Cambria"/>
                      <w:b/>
                      <w:bCs/>
                      <w:sz w:val="24"/>
                      <w:szCs w:val="24"/>
                    </w:rPr>
                  </w:pPr>
                  <w:r w:rsidRPr="0099630D">
                    <w:rPr>
                      <w:rFonts w:ascii="Cambria" w:hAnsi="Cambria"/>
                      <w:b/>
                      <w:bCs/>
                      <w:sz w:val="24"/>
                      <w:szCs w:val="24"/>
                    </w:rPr>
                    <w:t>FACULTY OF MANAGEMENT AND FINANCE</w:t>
                  </w:r>
                </w:p>
                <w:p w:rsidR="002E726B" w:rsidRPr="0099630D" w:rsidRDefault="002E726B" w:rsidP="002E726B">
                  <w:pPr>
                    <w:spacing w:after="0" w:line="240" w:lineRule="auto"/>
                    <w:ind w:left="720" w:firstLine="720"/>
                    <w:rPr>
                      <w:rFonts w:ascii="Cambria" w:hAnsi="Cambria"/>
                      <w:sz w:val="24"/>
                      <w:szCs w:val="24"/>
                    </w:rPr>
                  </w:pPr>
                  <w:r w:rsidRPr="0099630D">
                    <w:rPr>
                      <w:rFonts w:ascii="Cambria" w:hAnsi="Cambria"/>
                      <w:sz w:val="24"/>
                      <w:szCs w:val="24"/>
                    </w:rPr>
                    <w:t>Bachelor of Business Administration Degree Programme</w:t>
                  </w:r>
                </w:p>
                <w:p w:rsidR="002E726B" w:rsidRPr="0099630D" w:rsidRDefault="002E726B" w:rsidP="002E726B">
                  <w:pPr>
                    <w:spacing w:after="0" w:line="240" w:lineRule="auto"/>
                    <w:ind w:left="720" w:firstLine="72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 xml:space="preserve">Notification of </w:t>
                  </w:r>
                  <w:proofErr w:type="gramStart"/>
                  <w:r>
                    <w:rPr>
                      <w:rFonts w:ascii="Cambria" w:hAnsi="Cambria"/>
                      <w:sz w:val="24"/>
                      <w:szCs w:val="24"/>
                    </w:rPr>
                    <w:t xml:space="preserve">the </w:t>
                  </w:r>
                  <w:r w:rsidRPr="0099630D">
                    <w:rPr>
                      <w:rFonts w:ascii="Cambria" w:hAnsi="Cambria"/>
                      <w:sz w:val="24"/>
                      <w:szCs w:val="24"/>
                    </w:rPr>
                    <w:t xml:space="preserve"> Examination</w:t>
                  </w:r>
                  <w:proofErr w:type="gramEnd"/>
                  <w:r w:rsidRPr="0099630D">
                    <w:rPr>
                      <w:rFonts w:ascii="Cambria" w:hAnsi="Cambria"/>
                      <w:sz w:val="24"/>
                      <w:szCs w:val="24"/>
                    </w:rPr>
                    <w:t xml:space="preserve"> Results</w:t>
                  </w:r>
                </w:p>
              </w:txbxContent>
            </v:textbox>
          </v:shape>
        </w:pict>
      </w:r>
      <w:r w:rsidR="002E726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-624840</wp:posOffset>
            </wp:positionV>
            <wp:extent cx="512445" cy="701040"/>
            <wp:effectExtent l="19050" t="0" r="1905" b="0"/>
            <wp:wrapNone/>
            <wp:docPr id="3" name="Picture 2" descr="Description: RuhunaL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RuhunaLH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31" type="#_x0000_t201" style="position:absolute;margin-left:113.6pt;margin-top:23.2pt;width:379.2pt;height:22.2pt;z-index:-251655168;mso-position-horizontal-relative:text;mso-position-vertical-relative:text;mso-width-relative:page;mso-height-relative:page" o:preferrelative="t" filled="f" stroked="f">
            <v:imagedata r:id="rId7" o:title=""/>
            <o:lock v:ext="edit" aspectratio="t"/>
          </v:shape>
          <w:control r:id="rId8" w:name="TextBox1" w:shapeid="_x0000_s1031"/>
        </w:pict>
      </w:r>
    </w:p>
    <w:p w:rsidR="008873D2" w:rsidRDefault="00A936E3" w:rsidP="00684D22">
      <w:pPr>
        <w:ind w:hanging="426"/>
      </w:pPr>
      <w:r>
        <w:rPr>
          <w:noProof/>
        </w:rPr>
        <w:pict>
          <v:shape id="_x0000_s1032" type="#_x0000_t201" style="position:absolute;margin-left:160.45pt;margin-top:23.6pt;width:109.2pt;height:17.4pt;z-index:-251653120;mso-position-horizontal-relative:text;mso-position-vertical-relative:text;mso-width-relative:page;mso-height-relative:page" o:preferrelative="t" filled="f" stroked="f">
            <v:imagedata r:id="rId9" o:title=""/>
            <o:lock v:ext="edit" aspectratio="t"/>
          </v:shape>
          <w:control r:id="rId10" w:name="TextBox2" w:shapeid="_x0000_s1032"/>
        </w:pict>
      </w:r>
      <w:r w:rsidR="008873D2">
        <w:t xml:space="preserve">Name of the Students </w:t>
      </w:r>
      <w:r w:rsidR="008873D2">
        <w:tab/>
        <w:t>:</w:t>
      </w:r>
      <w:r w:rsidR="008873D2">
        <w:tab/>
      </w:r>
    </w:p>
    <w:p w:rsidR="008873D2" w:rsidRDefault="008873D2" w:rsidP="00684D22">
      <w:pPr>
        <w:ind w:hanging="426"/>
      </w:pPr>
      <w:r>
        <w:t>Student’s Registration No</w:t>
      </w:r>
      <w:r>
        <w:tab/>
      </w:r>
      <w:proofErr w:type="gramStart"/>
      <w:r>
        <w:t>:MF</w:t>
      </w:r>
      <w:proofErr w:type="gramEnd"/>
      <w:r>
        <w:t>/</w:t>
      </w:r>
      <w:sdt>
        <w:sdtPr>
          <w:id w:val="8390641"/>
          <w:placeholder>
            <w:docPart w:val="9FF502427E7748F5AF38AE337C3EF662"/>
          </w:placeholder>
          <w:dropDownList>
            <w:listItem w:displayText="Year" w:value="Year"/>
            <w:listItem w:displayText="2011/" w:value="2011/"/>
          </w:dropDownList>
        </w:sdtPr>
        <w:sdtEndPr/>
        <w:sdtContent>
          <w:r w:rsidR="003D7EA7">
            <w:t>Year</w:t>
          </w:r>
        </w:sdtContent>
      </w:sdt>
      <w:r>
        <w:tab/>
      </w:r>
    </w:p>
    <w:p w:rsidR="008873D2" w:rsidRDefault="008873D2" w:rsidP="00F72F84">
      <w:pPr>
        <w:tabs>
          <w:tab w:val="left" w:pos="720"/>
          <w:tab w:val="left" w:pos="1440"/>
          <w:tab w:val="left" w:pos="2160"/>
          <w:tab w:val="left" w:pos="2880"/>
          <w:tab w:val="left" w:pos="3261"/>
          <w:tab w:val="center" w:pos="3969"/>
          <w:tab w:val="left" w:pos="5103"/>
          <w:tab w:val="right" w:pos="9851"/>
        </w:tabs>
        <w:ind w:left="-426" w:right="-563"/>
      </w:pPr>
      <w:r>
        <w:t xml:space="preserve">This is to certify that, this student has obtained the following results, </w:t>
      </w:r>
      <w:r w:rsidR="00DF63A9">
        <w:t>at</w:t>
      </w:r>
      <w:r>
        <w:t xml:space="preserve"> the following semester examinations.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6"/>
        <w:gridCol w:w="1458"/>
        <w:gridCol w:w="189"/>
        <w:gridCol w:w="5165"/>
        <w:gridCol w:w="236"/>
        <w:gridCol w:w="2065"/>
      </w:tblGrid>
      <w:tr w:rsidR="008873D2" w:rsidRPr="0099630D" w:rsidTr="00146EFE">
        <w:tc>
          <w:tcPr>
            <w:tcW w:w="10349" w:type="dxa"/>
            <w:gridSpan w:val="6"/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rPr>
                <w:b/>
                <w:bCs/>
              </w:rPr>
            </w:pPr>
            <w:r w:rsidRPr="0099630D">
              <w:rPr>
                <w:b/>
                <w:bCs/>
              </w:rPr>
              <w:t>1000 Level – Semester I</w:t>
            </w:r>
          </w:p>
        </w:tc>
      </w:tr>
      <w:tr w:rsidR="008873D2" w:rsidRPr="0099630D" w:rsidTr="00146EFE">
        <w:tc>
          <w:tcPr>
            <w:tcW w:w="1236" w:type="dxa"/>
            <w:tcBorders>
              <w:right w:val="nil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  <w:rPr>
                <w:b/>
                <w:bCs/>
              </w:rPr>
            </w:pPr>
            <w:r w:rsidRPr="0099630D">
              <w:rPr>
                <w:b/>
                <w:bCs/>
              </w:rPr>
              <w:t>Year</w:t>
            </w:r>
          </w:p>
        </w:tc>
        <w:tc>
          <w:tcPr>
            <w:tcW w:w="16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73D2" w:rsidRPr="00E42931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  <w:rPr>
                <w:b/>
                <w:bCs/>
              </w:rPr>
            </w:pPr>
            <w:r w:rsidRPr="00E42931">
              <w:rPr>
                <w:b/>
                <w:bCs/>
              </w:rPr>
              <w:t>Course Code</w:t>
            </w:r>
          </w:p>
        </w:tc>
        <w:tc>
          <w:tcPr>
            <w:tcW w:w="5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73D2" w:rsidRPr="00E42931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  <w:rPr>
                <w:b/>
                <w:bCs/>
              </w:rPr>
            </w:pPr>
            <w:r w:rsidRPr="00E42931">
              <w:rPr>
                <w:b/>
                <w:bCs/>
              </w:rPr>
              <w:t>Course Title</w:t>
            </w:r>
          </w:p>
        </w:tc>
        <w:tc>
          <w:tcPr>
            <w:tcW w:w="206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  <w:rPr>
                <w:b/>
                <w:bCs/>
              </w:rPr>
            </w:pPr>
            <w:r w:rsidRPr="0099630D">
              <w:rPr>
                <w:b/>
                <w:bCs/>
              </w:rPr>
              <w:t>Grade</w:t>
            </w:r>
          </w:p>
        </w:tc>
      </w:tr>
      <w:tr w:rsidR="008873D2" w:rsidRPr="0099630D" w:rsidTr="00146EFE">
        <w:tc>
          <w:tcPr>
            <w:tcW w:w="12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id w:val="8390644"/>
              <w:placeholder>
                <w:docPart w:val="464C242DAE304001801CC0F9276BC58E"/>
              </w:placeholder>
              <w:dropDownList>
                <w:listItem w:displayText="Year" w:value="Year"/>
                <w:listItem w:displayText="2008" w:value="2008"/>
                <w:listItem w:displayText="2009" w:value="2009"/>
                <w:listItem w:displayText="2010" w:value="2010"/>
                <w:listItem w:displayText="2011" w:value="2011"/>
                <w:listItem w:displayText="2012" w:value="2012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</w:dropDownList>
            </w:sdtPr>
            <w:sdtEndPr/>
            <w:sdtContent>
              <w:p w:rsidR="008873D2" w:rsidRPr="0099630D" w:rsidRDefault="003D7EA7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8873D2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 w:rsidRPr="0099630D">
              <w:t>BBA 1101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EA7B7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Management</w:t>
            </w:r>
          </w:p>
        </w:tc>
        <w:sdt>
          <w:sdtPr>
            <w:id w:val="8390645"/>
            <w:placeholder>
              <w:docPart w:val="497BC15EDAB6402C8EFE5EA02FBE3613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873D2" w:rsidRPr="0099630D" w:rsidRDefault="003D7EA7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8873D2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8873D2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 w:rsidRPr="0099630D">
              <w:t>BBA 1102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EA7B7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Management Science</w:t>
            </w:r>
          </w:p>
        </w:tc>
        <w:sdt>
          <w:sdtPr>
            <w:id w:val="8390647"/>
            <w:placeholder>
              <w:docPart w:val="B6746623689D4E45954825D4D9146C5F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873D2" w:rsidRPr="0099630D" w:rsidRDefault="004F23D9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8873D2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8873D2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 w:rsidRPr="0099630D">
              <w:t>BBA 1103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EA7B7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Business Accounting</w:t>
            </w:r>
          </w:p>
        </w:tc>
        <w:sdt>
          <w:sdtPr>
            <w:id w:val="8390648"/>
            <w:placeholder>
              <w:docPart w:val="0F18BB9EF7C04D5BA6AB4B98012FFA69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873D2" w:rsidRPr="0099630D" w:rsidRDefault="003D7EA7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8873D2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EA7B78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FDN 1101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EA7B7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Preliminary English I</w:t>
            </w:r>
          </w:p>
        </w:tc>
        <w:sdt>
          <w:sdtPr>
            <w:id w:val="8390649"/>
            <w:placeholder>
              <w:docPart w:val="4C0EFF9A3C0C4303AE8AE856174E9EA6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873D2" w:rsidRPr="0099630D" w:rsidRDefault="008873D2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8873D2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EA7B78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FDN 1106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873D2" w:rsidRPr="0099630D" w:rsidRDefault="00EA7B7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Business Mathematics</w:t>
            </w:r>
          </w:p>
        </w:tc>
        <w:sdt>
          <w:sdtPr>
            <w:id w:val="8390650"/>
            <w:placeholder>
              <w:docPart w:val="5F929219075B40D7A833051EA9BE169F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8873D2" w:rsidRPr="0099630D" w:rsidRDefault="008873D2" w:rsidP="008873D2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8873D2" w:rsidRPr="0099630D" w:rsidTr="00146EFE">
        <w:tc>
          <w:tcPr>
            <w:tcW w:w="10349" w:type="dxa"/>
            <w:gridSpan w:val="6"/>
            <w:shd w:val="clear" w:color="auto" w:fill="auto"/>
          </w:tcPr>
          <w:p w:rsidR="008873D2" w:rsidRPr="0099630D" w:rsidRDefault="008873D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 w:rsidRPr="0099630D">
              <w:rPr>
                <w:b/>
                <w:bCs/>
              </w:rPr>
              <w:t>1000 Level – Semester I</w:t>
            </w:r>
            <w:r>
              <w:rPr>
                <w:b/>
                <w:bCs/>
              </w:rPr>
              <w:t>I</w:t>
            </w:r>
          </w:p>
        </w:tc>
      </w:tr>
      <w:tr w:rsidR="004F23D9" w:rsidRPr="0099630D" w:rsidTr="00146EFE">
        <w:tc>
          <w:tcPr>
            <w:tcW w:w="12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id w:val="8390654"/>
              <w:placeholder>
                <w:docPart w:val="A1CD0A0CF0934D99A9BF05E1424A1D59"/>
              </w:placeholder>
              <w:dropDownList>
                <w:listItem w:displayText="Year" w:value="Year"/>
                <w:listItem w:displayText="2008" w:value="2008"/>
                <w:listItem w:displayText="2009" w:value="2009"/>
                <w:listItem w:displayText="2010" w:value="2010"/>
                <w:listItem w:displayText="2011" w:value="2011"/>
                <w:listItem w:displayText="2012" w:value="2012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</w:dropDownList>
            </w:sdtPr>
            <w:sdtEndPr/>
            <w:sdtContent>
              <w:p w:rsidR="004F23D9" w:rsidRDefault="006B3D13" w:rsidP="004F23D9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  <w:p w:rsidR="004F23D9" w:rsidRPr="0099630D" w:rsidRDefault="004F23D9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4F23D9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1201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EA7B7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Business Economics : Micro</w:t>
            </w:r>
          </w:p>
        </w:tc>
        <w:sdt>
          <w:sdtPr>
            <w:id w:val="8390659"/>
            <w:placeholder>
              <w:docPart w:val="2C3FFE557160435499DE11F703C0E880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4F23D9" w:rsidRPr="0099630D" w:rsidRDefault="006B3D13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4F23D9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23D9" w:rsidRPr="0099630D" w:rsidRDefault="004F23D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4F23D9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1202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EA7B7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Management Science</w:t>
            </w:r>
          </w:p>
        </w:tc>
        <w:sdt>
          <w:sdtPr>
            <w:id w:val="8390660"/>
            <w:placeholder>
              <w:docPart w:val="0D743F82127C450390A8DA73EFC26E54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4F23D9" w:rsidRPr="0099630D" w:rsidRDefault="006B3D13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4F23D9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23D9" w:rsidRPr="0099630D" w:rsidRDefault="004F23D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4F23D9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1203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EA7B7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Social Science for Management</w:t>
            </w:r>
          </w:p>
        </w:tc>
        <w:sdt>
          <w:sdtPr>
            <w:id w:val="8390661"/>
            <w:placeholder>
              <w:docPart w:val="443303A7B8374C4CA9CE259F34A3BB79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4F23D9" w:rsidRPr="0099630D" w:rsidRDefault="006B3D13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4F23D9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23D9" w:rsidRPr="0099630D" w:rsidRDefault="004F23D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EA7B78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FDN 1201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EA7B7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Preliminary English II</w:t>
            </w:r>
          </w:p>
        </w:tc>
        <w:sdt>
          <w:sdtPr>
            <w:id w:val="8390662"/>
            <w:placeholder>
              <w:docPart w:val="5F5A42C7ED854B80BD5D315E67DE12DE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4F23D9" w:rsidRPr="0099630D" w:rsidRDefault="006B3D13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4F23D9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23D9" w:rsidRPr="0099630D" w:rsidRDefault="004F23D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EA7B78" w:rsidP="004F23D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FDN 1203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3D9" w:rsidRPr="0099630D" w:rsidRDefault="00EA7B7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Introduction to Computer Applications</w:t>
            </w:r>
          </w:p>
        </w:tc>
        <w:sdt>
          <w:sdtPr>
            <w:id w:val="8390663"/>
            <w:placeholder>
              <w:docPart w:val="EBAA1916DCD04712B52BA469CF7B187B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4F23D9" w:rsidRPr="0099630D" w:rsidRDefault="006B3D13" w:rsidP="006B3D1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FD7F1C" w:rsidRPr="0099630D" w:rsidTr="00146EFE">
        <w:tc>
          <w:tcPr>
            <w:tcW w:w="10349" w:type="dxa"/>
            <w:gridSpan w:val="6"/>
            <w:shd w:val="clear" w:color="auto" w:fill="auto"/>
          </w:tcPr>
          <w:p w:rsidR="00FD7F1C" w:rsidRPr="0099630D" w:rsidRDefault="00FD7F1C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rPr>
                <w:b/>
                <w:bCs/>
              </w:rPr>
              <w:t>2</w:t>
            </w:r>
            <w:r w:rsidRPr="0099630D">
              <w:rPr>
                <w:b/>
                <w:bCs/>
              </w:rPr>
              <w:t>000 Level – Semester I</w:t>
            </w:r>
          </w:p>
        </w:tc>
      </w:tr>
      <w:tr w:rsidR="00174DA1" w:rsidRPr="0099630D" w:rsidTr="00146EFE">
        <w:tc>
          <w:tcPr>
            <w:tcW w:w="12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id w:val="8390665"/>
              <w:placeholder>
                <w:docPart w:val="242854291CC04615B2C8E4B0F581F366"/>
              </w:placeholder>
              <w:dropDownList>
                <w:listItem w:displayText="Year" w:value="Year"/>
                <w:listItem w:displayText="2008" w:value="2008"/>
                <w:listItem w:displayText="2009" w:value="2009"/>
                <w:listItem w:displayText="2010" w:value="2010"/>
                <w:listItem w:displayText="2011" w:value="2011"/>
                <w:listItem w:displayText="2012" w:value="2012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</w:dropDownList>
            </w:sdtPr>
            <w:sdtEndPr/>
            <w:sdtContent>
              <w:p w:rsidR="00174DA1" w:rsidRDefault="00174DA1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  <w:p w:rsidR="00174DA1" w:rsidRPr="0099630D" w:rsidRDefault="00174DA1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4DA1" w:rsidRPr="0099630D" w:rsidRDefault="00174DA1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2101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Marketing Management</w:t>
            </w:r>
          </w:p>
        </w:tc>
        <w:sdt>
          <w:sdtPr>
            <w:id w:val="8390667"/>
            <w:placeholder>
              <w:docPart w:val="5AFC4C2A42674E5BAC19176FFF14CAD4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174DA1" w:rsidRPr="0099630D" w:rsidRDefault="00174DA1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74DA1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4DA1" w:rsidRPr="0099630D" w:rsidRDefault="00174DA1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2102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Production and Operations Management</w:t>
            </w:r>
          </w:p>
        </w:tc>
        <w:sdt>
          <w:sdtPr>
            <w:id w:val="8390668"/>
            <w:placeholder>
              <w:docPart w:val="DD2075BDC14A4B17ABB59C2336F90AAA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174DA1" w:rsidRPr="0099630D" w:rsidRDefault="00174DA1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74DA1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4DA1" w:rsidRPr="0099630D" w:rsidRDefault="00174DA1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2103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Human Resources Management</w:t>
            </w:r>
          </w:p>
        </w:tc>
        <w:sdt>
          <w:sdtPr>
            <w:id w:val="8390669"/>
            <w:placeholder>
              <w:docPart w:val="5AF7366C0E32477E8B468BED98E976C1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174DA1" w:rsidRPr="0099630D" w:rsidRDefault="00174DA1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74DA1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4DA1" w:rsidRPr="0099630D" w:rsidRDefault="00174DA1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2104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Financial Accounting</w:t>
            </w:r>
          </w:p>
        </w:tc>
        <w:sdt>
          <w:sdtPr>
            <w:id w:val="8390670"/>
            <w:placeholder>
              <w:docPart w:val="FFDF5E132B744EB89EB04B968BE12E15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174DA1" w:rsidRPr="0099630D" w:rsidRDefault="00174DA1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74DA1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4DA1" w:rsidRPr="0099630D" w:rsidRDefault="00174DA1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2105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 xml:space="preserve">Entrepreneurship </w:t>
            </w:r>
          </w:p>
        </w:tc>
        <w:sdt>
          <w:sdtPr>
            <w:id w:val="8390671"/>
            <w:placeholder>
              <w:docPart w:val="660C703337834D97A9253245B4B4D0D4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174DA1" w:rsidRPr="0099630D" w:rsidRDefault="00174DA1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74DA1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4DA1" w:rsidRDefault="00174DA1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FDN 2101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4DA1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English</w:t>
            </w:r>
          </w:p>
        </w:tc>
        <w:sdt>
          <w:sdtPr>
            <w:id w:val="-155004262"/>
            <w:placeholder>
              <w:docPart w:val="9FE715916CA94D2796D9550D0E75D1BB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174DA1" w:rsidRDefault="00174DA1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2A04AE" w:rsidRPr="0099630D" w:rsidTr="00146EFE">
        <w:tc>
          <w:tcPr>
            <w:tcW w:w="10349" w:type="dxa"/>
            <w:gridSpan w:val="6"/>
            <w:shd w:val="clear" w:color="auto" w:fill="auto"/>
          </w:tcPr>
          <w:p w:rsidR="002A04AE" w:rsidRPr="0099630D" w:rsidRDefault="002A04AE" w:rsidP="00174DA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rPr>
                <w:b/>
                <w:bCs/>
              </w:rPr>
              <w:t>2</w:t>
            </w:r>
            <w:r w:rsidRPr="0099630D">
              <w:rPr>
                <w:b/>
                <w:bCs/>
              </w:rPr>
              <w:t>000 Level – Semester I</w:t>
            </w:r>
            <w:r>
              <w:rPr>
                <w:b/>
                <w:bCs/>
              </w:rPr>
              <w:t>I</w:t>
            </w:r>
          </w:p>
        </w:tc>
      </w:tr>
      <w:tr w:rsidR="00174DA1" w:rsidRPr="0099630D" w:rsidTr="00146EFE">
        <w:tc>
          <w:tcPr>
            <w:tcW w:w="1236" w:type="dxa"/>
            <w:vMerge w:val="restart"/>
            <w:shd w:val="clear" w:color="auto" w:fill="auto"/>
            <w:vAlign w:val="center"/>
          </w:tcPr>
          <w:sdt>
            <w:sdtPr>
              <w:id w:val="8390673"/>
              <w:placeholder>
                <w:docPart w:val="DA54A30B948440A980263FFC96612685"/>
              </w:placeholder>
              <w:dropDownList>
                <w:listItem w:displayText="Year" w:value="Year"/>
                <w:listItem w:displayText="2008" w:value="2008"/>
                <w:listItem w:displayText="2009" w:value="2009"/>
                <w:listItem w:displayText="2010" w:value="2010"/>
                <w:listItem w:displayText="2011" w:value="2011"/>
                <w:listItem w:displayText="2012" w:value="2012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</w:dropDownList>
            </w:sdtPr>
            <w:sdtEndPr/>
            <w:sdtContent>
              <w:p w:rsidR="00174DA1" w:rsidRDefault="00174DA1" w:rsidP="002A04A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  <w:p w:rsidR="00174DA1" w:rsidRPr="0099630D" w:rsidRDefault="00174DA1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</w:p>
        </w:tc>
        <w:tc>
          <w:tcPr>
            <w:tcW w:w="1647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174DA1" w:rsidRPr="0099630D" w:rsidRDefault="00174DA1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2201</w:t>
            </w:r>
          </w:p>
        </w:tc>
        <w:tc>
          <w:tcPr>
            <w:tcW w:w="540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Business Law</w:t>
            </w:r>
          </w:p>
        </w:tc>
        <w:sdt>
          <w:sdtPr>
            <w:id w:val="8390855"/>
            <w:placeholder>
              <w:docPart w:val="6C84DCE798CC445F8CE2689F9A2FEF3A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</w:tcBorders>
                <w:shd w:val="clear" w:color="auto" w:fill="auto"/>
                <w:vAlign w:val="center"/>
              </w:tcPr>
              <w:p w:rsidR="00174DA1" w:rsidRPr="0099630D" w:rsidRDefault="00174DA1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74DA1" w:rsidRPr="0099630D" w:rsidTr="00146EFE">
        <w:tc>
          <w:tcPr>
            <w:tcW w:w="1236" w:type="dxa"/>
            <w:vMerge/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4DA1" w:rsidRPr="0099630D" w:rsidRDefault="00174DA1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2202</w:t>
            </w:r>
          </w:p>
        </w:tc>
        <w:tc>
          <w:tcPr>
            <w:tcW w:w="54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Cost and Management Accounting</w:t>
            </w:r>
          </w:p>
        </w:tc>
        <w:sdt>
          <w:sdtPr>
            <w:id w:val="8390856"/>
            <w:placeholder>
              <w:docPart w:val="011483A23C7D47D1A02C55DE4389ADC2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174DA1" w:rsidRPr="0099630D" w:rsidRDefault="00174DA1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74DA1" w:rsidRPr="0099630D" w:rsidTr="00146EFE">
        <w:tc>
          <w:tcPr>
            <w:tcW w:w="1236" w:type="dxa"/>
            <w:vMerge/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4DA1" w:rsidRDefault="00EF462C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2203</w:t>
            </w:r>
          </w:p>
        </w:tc>
        <w:tc>
          <w:tcPr>
            <w:tcW w:w="54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4DA1" w:rsidRDefault="00EF462C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Organizational Behaviour</w:t>
            </w:r>
          </w:p>
        </w:tc>
        <w:sdt>
          <w:sdtPr>
            <w:id w:val="-2043824114"/>
            <w:placeholder>
              <w:docPart w:val="6755A3B725DC467FBA862DF0A5AEDD30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174DA1" w:rsidRDefault="00EF462C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74DA1" w:rsidRPr="0099630D" w:rsidTr="00146EFE">
        <w:tc>
          <w:tcPr>
            <w:tcW w:w="1236" w:type="dxa"/>
            <w:vMerge/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4DA1" w:rsidRDefault="00EF462C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2204</w:t>
            </w:r>
          </w:p>
        </w:tc>
        <w:tc>
          <w:tcPr>
            <w:tcW w:w="54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4DA1" w:rsidRDefault="00EF462C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Management Information Systems</w:t>
            </w:r>
          </w:p>
        </w:tc>
        <w:sdt>
          <w:sdtPr>
            <w:id w:val="-924730604"/>
            <w:placeholder>
              <w:docPart w:val="4253098FB9DD429C81D25E7B8303B8E5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174DA1" w:rsidRDefault="00EF462C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9C5B11" w:rsidRPr="0099630D" w:rsidTr="00F80730">
        <w:tc>
          <w:tcPr>
            <w:tcW w:w="1236" w:type="dxa"/>
            <w:vMerge/>
            <w:shd w:val="clear" w:color="auto" w:fill="auto"/>
          </w:tcPr>
          <w:p w:rsidR="009C5B11" w:rsidRPr="0099630D" w:rsidRDefault="009C5B1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979120412"/>
            <w:placeholder>
              <w:docPart w:val="B5C7557F752B42EF9BC6D78D5BD42F7B"/>
            </w:placeholder>
            <w:dropDownList>
              <w:listItem w:displayText="Select  course unit code and course unit title" w:value="Select  course unit code and course unit title"/>
              <w:listItem w:displayText="BBA  2206          Small Business Management" w:value="BBA  2206          Small Business Management"/>
              <w:listItem w:displayText="BBA  2207          Risk Management" w:value="BBA  2207          Risk Management"/>
            </w:dropDownList>
          </w:sdtPr>
          <w:sdtEndPr/>
          <w:sdtContent>
            <w:tc>
              <w:tcPr>
                <w:tcW w:w="7048" w:type="dxa"/>
                <w:gridSpan w:val="4"/>
                <w:tcBorders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:rsidR="009C5B11" w:rsidRDefault="009C5B11" w:rsidP="009C5B11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550" w:hanging="284"/>
                </w:pPr>
                <w:r>
                  <w:t>Select  course unit code and course unit title</w:t>
                </w:r>
              </w:p>
            </w:tc>
          </w:sdtContent>
        </w:sdt>
        <w:sdt>
          <w:sdtPr>
            <w:id w:val="347223226"/>
            <w:placeholder>
              <w:docPart w:val="ED59C8A9B80847EE92CAD1F971904D16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9C5B11" w:rsidRDefault="009C5B11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74DA1" w:rsidRPr="0099630D" w:rsidTr="00146EFE">
        <w:tc>
          <w:tcPr>
            <w:tcW w:w="1236" w:type="dxa"/>
            <w:vMerge/>
            <w:shd w:val="clear" w:color="auto" w:fill="auto"/>
          </w:tcPr>
          <w:p w:rsidR="00174DA1" w:rsidRPr="0099630D" w:rsidRDefault="00174DA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4DA1" w:rsidRDefault="00EF462C" w:rsidP="002A04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FDN 2201</w:t>
            </w:r>
          </w:p>
        </w:tc>
        <w:tc>
          <w:tcPr>
            <w:tcW w:w="54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74DA1" w:rsidRDefault="00EF462C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English</w:t>
            </w:r>
          </w:p>
        </w:tc>
        <w:sdt>
          <w:sdtPr>
            <w:id w:val="-155374423"/>
            <w:placeholder>
              <w:docPart w:val="E0CD24C48EE349A79A63D232D1DED206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174DA1" w:rsidRDefault="00EF462C" w:rsidP="00F77FA3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0A02EE" w:rsidRPr="0099630D" w:rsidTr="00146EFE">
        <w:tc>
          <w:tcPr>
            <w:tcW w:w="10349" w:type="dxa"/>
            <w:gridSpan w:val="6"/>
            <w:shd w:val="clear" w:color="auto" w:fill="auto"/>
          </w:tcPr>
          <w:p w:rsidR="000A02EE" w:rsidRPr="0099630D" w:rsidRDefault="000A02EE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rPr>
                <w:b/>
                <w:bCs/>
              </w:rPr>
              <w:t>3</w:t>
            </w:r>
            <w:r w:rsidRPr="0099630D">
              <w:rPr>
                <w:b/>
                <w:bCs/>
              </w:rPr>
              <w:t>000 Level – Semester I</w:t>
            </w:r>
          </w:p>
        </w:tc>
      </w:tr>
      <w:tr w:rsidR="00CC1D28" w:rsidRPr="0099630D" w:rsidTr="00146EFE">
        <w:tc>
          <w:tcPr>
            <w:tcW w:w="1236" w:type="dxa"/>
            <w:vMerge w:val="restart"/>
            <w:shd w:val="clear" w:color="auto" w:fill="auto"/>
            <w:vAlign w:val="center"/>
          </w:tcPr>
          <w:sdt>
            <w:sdtPr>
              <w:id w:val="8390898"/>
              <w:placeholder>
                <w:docPart w:val="B90CDC738A184FEB8405B275F88A7C0F"/>
              </w:placeholder>
              <w:dropDownList>
                <w:listItem w:displayText="Year" w:value="Year"/>
                <w:listItem w:displayText="2008" w:value="2008"/>
                <w:listItem w:displayText="2009" w:value="2009"/>
                <w:listItem w:displayText="2010" w:value="2010"/>
                <w:listItem w:displayText="2011" w:value="2011"/>
                <w:listItem w:displayText="2012" w:value="2012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</w:dropDownList>
            </w:sdtPr>
            <w:sdtEndPr/>
            <w:sdtContent>
              <w:p w:rsidR="00CC1D28" w:rsidRDefault="00CC1D28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  <w:p w:rsidR="00CC1D28" w:rsidRPr="0099630D" w:rsidRDefault="00CC1D28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</w:p>
        </w:tc>
        <w:tc>
          <w:tcPr>
            <w:tcW w:w="1647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CC1D28" w:rsidRPr="0099630D" w:rsidRDefault="00CC1D28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3101</w:t>
            </w:r>
          </w:p>
        </w:tc>
        <w:tc>
          <w:tcPr>
            <w:tcW w:w="540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CC1D28" w:rsidRPr="0099630D" w:rsidRDefault="001C692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Financial Management</w:t>
            </w:r>
          </w:p>
        </w:tc>
        <w:sdt>
          <w:sdtPr>
            <w:id w:val="8390899"/>
            <w:placeholder>
              <w:docPart w:val="68069CA04975488AAC50584D90EF034D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</w:tcBorders>
                <w:shd w:val="clear" w:color="auto" w:fill="auto"/>
                <w:vAlign w:val="center"/>
              </w:tcPr>
              <w:p w:rsidR="00CC1D28" w:rsidRPr="0099630D" w:rsidRDefault="00CC1D28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CC1D28" w:rsidRPr="0099630D" w:rsidTr="00146EFE">
        <w:tc>
          <w:tcPr>
            <w:tcW w:w="1236" w:type="dxa"/>
            <w:vMerge/>
            <w:shd w:val="clear" w:color="auto" w:fill="auto"/>
          </w:tcPr>
          <w:p w:rsidR="00CC1D28" w:rsidRPr="0099630D" w:rsidRDefault="00CC1D2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1D28" w:rsidRPr="0099630D" w:rsidRDefault="00CC1D28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3102</w:t>
            </w:r>
          </w:p>
        </w:tc>
        <w:tc>
          <w:tcPr>
            <w:tcW w:w="54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1D28" w:rsidRPr="0099630D" w:rsidRDefault="001C692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 xml:space="preserve">Research Methodology </w:t>
            </w:r>
          </w:p>
        </w:tc>
        <w:sdt>
          <w:sdtPr>
            <w:id w:val="8390900"/>
            <w:placeholder>
              <w:docPart w:val="616AD177EAF0451194D248D3EDDFE344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CC1D28" w:rsidRPr="0099630D" w:rsidRDefault="00CC1D28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CC1D28" w:rsidRPr="0099630D" w:rsidTr="00146EFE">
        <w:tc>
          <w:tcPr>
            <w:tcW w:w="1236" w:type="dxa"/>
            <w:vMerge/>
            <w:shd w:val="clear" w:color="auto" w:fill="auto"/>
          </w:tcPr>
          <w:p w:rsidR="00CC1D28" w:rsidRPr="0099630D" w:rsidRDefault="00CC1D2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1D28" w:rsidRDefault="001C6928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3103</w:t>
            </w:r>
          </w:p>
        </w:tc>
        <w:tc>
          <w:tcPr>
            <w:tcW w:w="54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1D28" w:rsidRDefault="001C692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Strategic Management</w:t>
            </w:r>
          </w:p>
        </w:tc>
        <w:sdt>
          <w:sdtPr>
            <w:id w:val="435639160"/>
            <w:placeholder>
              <w:docPart w:val="6876AD97A30F4F9BAEA7134485C8075C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CC1D28" w:rsidRDefault="001C6928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CC1D28" w:rsidRPr="0099630D" w:rsidTr="00146EFE">
        <w:tc>
          <w:tcPr>
            <w:tcW w:w="1236" w:type="dxa"/>
            <w:vMerge/>
            <w:shd w:val="clear" w:color="auto" w:fill="auto"/>
          </w:tcPr>
          <w:p w:rsidR="00CC1D28" w:rsidRPr="0099630D" w:rsidRDefault="00CC1D2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1D28" w:rsidRDefault="001C6928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BBA 3104</w:t>
            </w:r>
          </w:p>
        </w:tc>
        <w:tc>
          <w:tcPr>
            <w:tcW w:w="54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1D28" w:rsidRDefault="001C692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Business Economics: Macro</w:t>
            </w:r>
          </w:p>
        </w:tc>
        <w:sdt>
          <w:sdtPr>
            <w:id w:val="689194339"/>
            <w:placeholder>
              <w:docPart w:val="4C17E8592C394AD1B7AD23682C4E79FE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CC1D28" w:rsidRDefault="001C6928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9C5B11" w:rsidRPr="0099630D" w:rsidTr="0019516E">
        <w:tc>
          <w:tcPr>
            <w:tcW w:w="1236" w:type="dxa"/>
            <w:vMerge/>
            <w:shd w:val="clear" w:color="auto" w:fill="auto"/>
          </w:tcPr>
          <w:p w:rsidR="009C5B11" w:rsidRPr="0099630D" w:rsidRDefault="009C5B1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102387436"/>
            <w:placeholder>
              <w:docPart w:val="7C9C8B6C68D84ECF9B364F057D11F661"/>
            </w:placeholder>
            <w:dropDownList>
              <w:listItem w:displayText="Select  course unit code and course unit title" w:value="Select  course unit code and course unit title"/>
              <w:listItem w:displayText="BBA  3106          International Business" w:value="BBA  3106          International Business"/>
              <w:listItem w:displayText="BBA  3107          Project Management" w:value="BBA  3107          Project Management"/>
            </w:dropDownList>
          </w:sdtPr>
          <w:sdtEndPr/>
          <w:sdtContent>
            <w:tc>
              <w:tcPr>
                <w:tcW w:w="7048" w:type="dxa"/>
                <w:gridSpan w:val="4"/>
                <w:tcBorders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:rsidR="009C5B11" w:rsidRDefault="009C5B11" w:rsidP="009C5B11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408" w:hanging="142"/>
                </w:pPr>
                <w:r>
                  <w:t>Select  course unit code and course unit title</w:t>
                </w:r>
              </w:p>
            </w:tc>
          </w:sdtContent>
        </w:sdt>
        <w:sdt>
          <w:sdtPr>
            <w:id w:val="1386985707"/>
            <w:placeholder>
              <w:docPart w:val="9EE1AB598AE143399EFCDD437003EFEC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9C5B11" w:rsidRDefault="009C5B11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CC1D28" w:rsidRPr="0099630D" w:rsidTr="00146EFE">
        <w:tc>
          <w:tcPr>
            <w:tcW w:w="1236" w:type="dxa"/>
            <w:vMerge/>
            <w:shd w:val="clear" w:color="auto" w:fill="auto"/>
          </w:tcPr>
          <w:p w:rsidR="00CC1D28" w:rsidRPr="0099630D" w:rsidRDefault="00CC1D2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64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C1D28" w:rsidRDefault="001C6928" w:rsidP="000A02E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  <w:r>
              <w:t>FDN 3101</w:t>
            </w:r>
          </w:p>
        </w:tc>
        <w:tc>
          <w:tcPr>
            <w:tcW w:w="54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1D28" w:rsidRDefault="001C6928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>English</w:t>
            </w:r>
          </w:p>
        </w:tc>
        <w:sdt>
          <w:sdtPr>
            <w:id w:val="1673056790"/>
            <w:placeholder>
              <w:docPart w:val="332C1C75AE8B45F696489139D3FAAB3E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left w:val="nil"/>
                  <w:bottom w:val="single" w:sz="4" w:space="0" w:color="auto"/>
                </w:tcBorders>
                <w:shd w:val="clear" w:color="auto" w:fill="auto"/>
                <w:vAlign w:val="center"/>
              </w:tcPr>
              <w:p w:rsidR="00CC1D28" w:rsidRDefault="001C6928" w:rsidP="000A02E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684D22" w:rsidRPr="0099630D" w:rsidTr="00146EFE">
        <w:tc>
          <w:tcPr>
            <w:tcW w:w="10349" w:type="dxa"/>
            <w:gridSpan w:val="6"/>
            <w:shd w:val="clear" w:color="auto" w:fill="auto"/>
          </w:tcPr>
          <w:p w:rsidR="00684D22" w:rsidRPr="0099630D" w:rsidRDefault="00684D2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rPr>
                <w:b/>
                <w:bCs/>
              </w:rPr>
              <w:t>3</w:t>
            </w:r>
            <w:r w:rsidRPr="0099630D">
              <w:rPr>
                <w:b/>
                <w:bCs/>
              </w:rPr>
              <w:t>000 Level – Semester I</w:t>
            </w:r>
            <w:r w:rsidR="00A77FA6">
              <w:rPr>
                <w:b/>
                <w:bCs/>
              </w:rPr>
              <w:t>I</w:t>
            </w:r>
            <w:sdt>
              <w:sdtPr>
                <w:rPr>
                  <w:b/>
                  <w:bCs/>
                </w:rPr>
                <w:id w:val="1186638146"/>
                <w:placeholder>
                  <w:docPart w:val="61E12CE8677F4CE399B4EA138FE231E5"/>
                </w:placeholder>
                <w:dropDownList>
                  <w:listItem w:displayText="Select Specialization Area" w:value="Select Specialization Area"/>
                  <w:listItem w:displayText="Human Resources Management" w:value="Human Resources Management"/>
                  <w:listItem w:displayText="Accounting" w:value="Accounting"/>
                  <w:listItem w:displayText="Marketing " w:value="Marketing "/>
                  <w:listItem w:displayText="Entrepreneurship" w:value="Entrepreneurship"/>
                </w:dropDownList>
              </w:sdtPr>
              <w:sdtEndPr/>
              <w:sdtContent>
                <w:r w:rsidR="001C6928" w:rsidRPr="001C6928">
                  <w:rPr>
                    <w:b/>
                    <w:bCs/>
                  </w:rPr>
                  <w:t>Select Specialization Area</w:t>
                </w:r>
              </w:sdtContent>
            </w:sdt>
          </w:p>
        </w:tc>
      </w:tr>
      <w:tr w:rsidR="001D3EC9" w:rsidRPr="0099630D" w:rsidTr="001D3EC9">
        <w:tc>
          <w:tcPr>
            <w:tcW w:w="12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id w:val="1901167004"/>
              <w:placeholder>
                <w:docPart w:val="5D8C4B0685CE47FCA6E22050DF6C6988"/>
              </w:placeholder>
              <w:dropDownList>
                <w:listItem w:displayText="Year" w:value="Year"/>
                <w:listItem w:displayText="2008" w:value="2008"/>
                <w:listItem w:displayText="2009" w:value="2009"/>
                <w:listItem w:displayText="2010" w:value="2010"/>
                <w:listItem w:displayText="2011" w:value="2011"/>
                <w:listItem w:displayText="2012" w:value="2012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</w:dropDownList>
            </w:sdtPr>
            <w:sdtEndPr/>
            <w:sdtContent>
              <w:p w:rsidR="001D3EC9" w:rsidRPr="0099630D" w:rsidRDefault="001D3EC9" w:rsidP="001D3EC9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</w:tc>
        <w:sdt>
          <w:sdtPr>
            <w:id w:val="8390946"/>
            <w:placeholder>
              <w:docPart w:val="85D53F78E7FB408A940236DD6AD8AE4E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BBA  3201          Employee Resourcing" w:value="BBA  3201          Employee Resourcing"/>
              <w:listItem w:displayText="BBA  3202          Performance and Reward Management" w:value="BBA  3202          Performance and Reward Management"/>
              <w:listItem w:displayText="BBA  3203          Employee Safety and Health Management" w:value="BBA  3203          Employee Safety and Health Management"/>
              <w:listItem w:displayText="BBA  3204          Industrial Relation and Law" w:value="BBA  3204          Industrial Relation and Law"/>
              <w:listItem w:displayText="BBA  3205          Computer Application in Accounting" w:value="BBA  3205          Computer Application in Accounting"/>
              <w:listItem w:displayText="BBA  3206          Taxation" w:value="BBA  3206          Taxation"/>
              <w:listItem w:displayText="BBA  3207          Auditing" w:value="BBA  3207          Auditing"/>
              <w:listItem w:displayText="BBA  3208          Accounting Theory" w:value="BBA  3208          Accounting Theory"/>
              <w:listItem w:displayText="BBA  3209          Consumer Behaviour" w:value="BBA  3209          Consumer Behaviour"/>
              <w:listItem w:displayText="BBA  3210          Marketing Research" w:value="BBA  3210          Marketing Research"/>
              <w:listItem w:displayText="BBA  3211          Services Marketing" w:value="BBA  3211          Services Marketing"/>
              <w:listItem w:displayText="BBA  3212          Sales and Retail Management" w:value="BBA  3212          Sales and Retail Management"/>
              <w:listItem w:displayText="BBA  3217          Venture Creation" w:value="BBA  3217          Venture Creation"/>
              <w:listItem w:displayText="BBA  3218          Entrepreneurial Finance" w:value="BBA  3218          Entrepreneurial Finance"/>
              <w:listItem w:displayText="BBA  3219          Legal Issues and Tax Planning" w:value="BBA  3219          Legal Issues and Tax Planning"/>
              <w:listItem w:displayText="BBA  3220          Public Sector Enterprises and Entrepreneurship" w:value="BBA  3220          Public Sector Enterprises and Entrepreneurship"/>
            </w:dropDownList>
          </w:sdtPr>
          <w:sdtEndPr/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1D3EC9" w:rsidRPr="0099630D" w:rsidRDefault="001D3EC9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0958"/>
            <w:placeholder>
              <w:docPart w:val="4DCC5FCBE92341958B7C13E0BB64A407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1D3EC9" w:rsidRPr="0099630D" w:rsidRDefault="001D3EC9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D3EC9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D3EC9" w:rsidRPr="0099630D" w:rsidRDefault="001D3EC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-38048393"/>
            <w:placeholder>
              <w:docPart w:val="5838D46ADCE34B8BAF807BB62326F6DD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BBA  3201          Employee Resourcing" w:value="BBA  3201          Employee Resourcing"/>
              <w:listItem w:displayText="BBA  3202          Performance and Reward Management" w:value="BBA  3202          Performance and Reward Management"/>
              <w:listItem w:displayText="BBA  3203          Employee Safety and Health Management" w:value="BBA  3203          Employee Safety and Health Management"/>
              <w:listItem w:displayText="BBA  3204          Industrial Relation and Law" w:value="BBA  3204          Industrial Relation and Law"/>
              <w:listItem w:displayText="BBA  3205          Computer Application in Accounting" w:value="BBA  3205          Computer Application in Accounting"/>
              <w:listItem w:displayText="BBA  3206          Taxation" w:value="BBA  3206          Taxation"/>
              <w:listItem w:displayText="BBA  3207          Auditing" w:value="BBA  3207          Auditing"/>
              <w:listItem w:displayText="BBA  3208          Accounting Theory" w:value="BBA  3208          Accounting Theory"/>
              <w:listItem w:displayText="BBA  3209          Consumer Behaviour" w:value="BBA  3209          Consumer Behaviour"/>
              <w:listItem w:displayText="BBA  3210          Marketing Research" w:value="BBA  3210          Marketing Research"/>
              <w:listItem w:displayText="BBA  3211          Services Marketing" w:value="BBA  3211          Services Marketing"/>
              <w:listItem w:displayText="BBA  3212          Sales and Retail Management" w:value="BBA  3212          Sales and Retail Management"/>
              <w:listItem w:displayText="BBA  3217          Venture Creation" w:value="BBA  3217          Venture Creation"/>
              <w:listItem w:displayText="BBA  3218          Entrepreneurial Finance" w:value="BBA  3218          Entrepreneurial Finance"/>
              <w:listItem w:displayText="BBA  3219          Legal Issues and Tax Planning" w:value="BBA  3219          Legal Issues and Tax Planning"/>
              <w:listItem w:displayText="BBA  3220          Public Sector Enterprises and Entrepreneurship" w:value="BBA  3220          Public Sector Enterprises and Entrepreneurship"/>
            </w:dropDownList>
          </w:sdtPr>
          <w:sdtEndPr/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1D3EC9" w:rsidRPr="0099630D" w:rsidRDefault="001D3EC9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0959"/>
            <w:placeholder>
              <w:docPart w:val="BDA3E80148D74C03BD0BD370F2E52676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1D3EC9" w:rsidRPr="0099630D" w:rsidRDefault="001D3EC9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D3EC9" w:rsidRPr="0099630D" w:rsidTr="00146EFE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D3EC9" w:rsidRPr="0099630D" w:rsidRDefault="001D3EC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1270356078"/>
            <w:placeholder>
              <w:docPart w:val="40E57D59076E49E9A030D3C94509C9F9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BBA  3201          Employee Resourcing" w:value="BBA  3201          Employee Resourcing"/>
              <w:listItem w:displayText="BBA  3202          Performance and Reward Management" w:value="BBA  3202          Performance and Reward Management"/>
              <w:listItem w:displayText="BBA  3203          Employee Safety and Health Management" w:value="BBA  3203          Employee Safety and Health Management"/>
              <w:listItem w:displayText="BBA  3204          Industrial Relation and Law" w:value="BBA  3204          Industrial Relation and Law"/>
              <w:listItem w:displayText="BBA  3205          Computer Application in Accounting" w:value="BBA  3205          Computer Application in Accounting"/>
              <w:listItem w:displayText="BBA  3206          Taxation" w:value="BBA  3206          Taxation"/>
              <w:listItem w:displayText="BBA  3207          Auditing" w:value="BBA  3207          Auditing"/>
              <w:listItem w:displayText="BBA  3208          Accounting Theory" w:value="BBA  3208          Accounting Theory"/>
              <w:listItem w:displayText="BBA  3209          Consumer Behaviour" w:value="BBA  3209          Consumer Behaviour"/>
              <w:listItem w:displayText="BBA  3210          Marketing Research" w:value="BBA  3210          Marketing Research"/>
              <w:listItem w:displayText="BBA  3211          Services Marketing" w:value="BBA  3211          Services Marketing"/>
              <w:listItem w:displayText="BBA  3212          Sales and Retail Management" w:value="BBA  3212          Sales and Retail Management"/>
              <w:listItem w:displayText="BBA  3217          Venture Creation" w:value="BBA  3217          Venture Creation"/>
              <w:listItem w:displayText="BBA  3218          Entrepreneurial Finance" w:value="BBA  3218          Entrepreneurial Finance"/>
              <w:listItem w:displayText="BBA  3219          Legal Issues and Tax Planning" w:value="BBA  3219          Legal Issues and Tax Planning"/>
              <w:listItem w:displayText="BBA  3220          Public Sector Enterprises and Entrepreneurship" w:value="BBA  3220          Public Sector Enterprises and Entrepreneurship"/>
            </w:dropDownList>
          </w:sdtPr>
          <w:sdtEndPr/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1D3EC9" w:rsidRPr="0099630D" w:rsidRDefault="001D3EC9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0960"/>
            <w:placeholder>
              <w:docPart w:val="DC52452EC0C94B36860EA101779A215C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1D3EC9" w:rsidRPr="0099630D" w:rsidRDefault="001D3EC9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D3EC9" w:rsidRPr="0099630D" w:rsidTr="001D3EC9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D3EC9" w:rsidRPr="0099630D" w:rsidRDefault="001D3EC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794178756"/>
            <w:placeholder>
              <w:docPart w:val="3B47627EC5DD43C98B8AAD872314AA87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BBA  3201          Employee Resourcing" w:value="BBA  3201          Employee Resourcing"/>
              <w:listItem w:displayText="BBA  3202          Performance and Reward Management" w:value="BBA  3202          Performance and Reward Management"/>
              <w:listItem w:displayText="BBA  3203          Employee Safety and Health Management" w:value="BBA  3203          Employee Safety and Health Management"/>
              <w:listItem w:displayText="BBA  3204          Industrial Relation and Law" w:value="BBA  3204          Industrial Relation and Law"/>
              <w:listItem w:displayText="BBA  3205          Computer Application in Accounting" w:value="BBA  3205          Computer Application in Accounting"/>
              <w:listItem w:displayText="BBA  3206          Taxation" w:value="BBA  3206          Taxation"/>
              <w:listItem w:displayText="BBA  3207          Auditing" w:value="BBA  3207          Auditing"/>
              <w:listItem w:displayText="BBA  3208          Accounting Theory" w:value="BBA  3208          Accounting Theory"/>
              <w:listItem w:displayText="BBA  3209          Consumer Behaviour" w:value="BBA  3209          Consumer Behaviour"/>
              <w:listItem w:displayText="BBA  3210          Marketing Research" w:value="BBA  3210          Marketing Research"/>
              <w:listItem w:displayText="BBA  3211          Services Marketing" w:value="BBA  3211          Services Marketing"/>
              <w:listItem w:displayText="BBA  3212          Sales and Retail Management" w:value="BBA  3212          Sales and Retail Management"/>
              <w:listItem w:displayText="BBA  3217          Venture Creation" w:value="BBA  3217          Venture Creation"/>
              <w:listItem w:displayText="BBA  3218          Entrepreneurial Finance" w:value="BBA  3218          Entrepreneurial Finance"/>
              <w:listItem w:displayText="BBA  3219          Legal Issues and Tax Planning" w:value="BBA  3219          Legal Issues and Tax Planning"/>
              <w:listItem w:displayText="BBA  3220          Public Sector Enterprises and Entrepreneurship" w:value="BBA  3220          Public Sector Enterprises and Entrepreneurship"/>
            </w:dropDownList>
          </w:sdtPr>
          <w:sdtEndPr/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1D3EC9" w:rsidRPr="0099630D" w:rsidRDefault="001D3EC9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-439599181"/>
            <w:placeholder>
              <w:docPart w:val="921CF1B91E7C44F29DF38B12DD9A94BF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1D3EC9" w:rsidRDefault="001D3EC9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BF13EB" w:rsidRPr="0099630D" w:rsidTr="001D3EC9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F13EB" w:rsidRPr="0099630D" w:rsidRDefault="00BF13EB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1597210530"/>
            <w:placeholder>
              <w:docPart w:val="68CE518464B743CFAACF8A2C56BC1E41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BBA  3201          Employee Resourcing" w:value="BBA  3201          Employee Resourcing"/>
              <w:listItem w:displayText="BBA  3202          Performance and Reward Management" w:value="BBA  3202          Performance and Reward Management"/>
              <w:listItem w:displayText="BBA  3203          Employee Safety and Health Management" w:value="BBA  3203          Employee Safety and Health Management"/>
              <w:listItem w:displayText="BBA  3204          Industrial Relation and Law" w:value="BBA  3204          Industrial Relation and Law"/>
              <w:listItem w:displayText="BBA  3205          Computer Application in Accounting" w:value="BBA  3205          Computer Application in Accounting"/>
              <w:listItem w:displayText="BBA  3206          Taxation" w:value="BBA  3206          Taxation"/>
              <w:listItem w:displayText="BBA  3207          Auditing" w:value="BBA  3207          Auditing"/>
              <w:listItem w:displayText="BBA  3208          Accounting Theory" w:value="BBA  3208          Accounting Theory"/>
              <w:listItem w:displayText="BBA  3209          Consumer Behaviour" w:value="BBA  3209          Consumer Behaviour"/>
              <w:listItem w:displayText="BBA  3210          Marketing Research" w:value="BBA  3210          Marketing Research"/>
              <w:listItem w:displayText="BBA  3211          Services Marketing" w:value="BBA  3211          Services Marketing"/>
              <w:listItem w:displayText="BBA  3212          Sales and Retail Management" w:value="BBA  3212          Sales and Retail Management"/>
              <w:listItem w:displayText="BBA  3217          Venture Creation" w:value="BBA  3217          Venture Creation"/>
              <w:listItem w:displayText="BBA  3218          Entrepreneurial Finance" w:value="BBA  3218          Entrepreneurial Finance"/>
              <w:listItem w:displayText="BBA  3219          Legal Issues and Tax Planning" w:value="BBA  3219          Legal Issues and Tax Planning"/>
              <w:listItem w:displayText="BBA  3220          Public Sector Enterprises and Entrepreneurship" w:value="BBA  3220          Public Sector Enterprises and Entrepreneurship"/>
            </w:dropDownList>
          </w:sdtPr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BF13EB" w:rsidRDefault="00BF13EB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-1219738878"/>
            <w:placeholder>
              <w:docPart w:val="2A25AE5F48B848D49D5C002AF71EBC9D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BF13EB" w:rsidRDefault="00BF13EB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D3EC9" w:rsidRPr="0099630D" w:rsidTr="001D3EC9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D3EC9" w:rsidRPr="0099630D" w:rsidRDefault="001D3EC9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D3EC9" w:rsidRPr="0099630D" w:rsidRDefault="001D3EC9" w:rsidP="00146E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ind w:left="317" w:hanging="51"/>
            </w:pPr>
            <w:r>
              <w:t>FDN 3201</w:t>
            </w:r>
          </w:p>
        </w:tc>
        <w:tc>
          <w:tcPr>
            <w:tcW w:w="5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3EC9" w:rsidRPr="0099630D" w:rsidRDefault="001D3EC9" w:rsidP="00146E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ind w:left="317" w:hanging="51"/>
            </w:pPr>
            <w:r>
              <w:t>English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3EC9" w:rsidRPr="0099630D" w:rsidRDefault="001D3EC9" w:rsidP="00146E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ind w:left="317" w:hanging="51"/>
            </w:pPr>
          </w:p>
        </w:tc>
        <w:sdt>
          <w:sdtPr>
            <w:id w:val="-631479013"/>
            <w:placeholder>
              <w:docPart w:val="63B8CC53D27B4C48BCD9BC12E02260AC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1D3EC9" w:rsidRDefault="001D3EC9" w:rsidP="00146EFE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46EFE" w:rsidRPr="0099630D" w:rsidTr="00E6546F">
        <w:tc>
          <w:tcPr>
            <w:tcW w:w="10349" w:type="dxa"/>
            <w:gridSpan w:val="6"/>
            <w:shd w:val="clear" w:color="auto" w:fill="auto"/>
          </w:tcPr>
          <w:p w:rsidR="00146EFE" w:rsidRPr="00146EFE" w:rsidRDefault="00146EFE" w:rsidP="00146EF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146EFE">
              <w:rPr>
                <w:b/>
                <w:bCs/>
              </w:rPr>
              <w:t>000 Level – Semester I</w:t>
            </w:r>
          </w:p>
        </w:tc>
      </w:tr>
      <w:tr w:rsidR="00A1776C" w:rsidRPr="0099630D" w:rsidTr="005F234C">
        <w:tc>
          <w:tcPr>
            <w:tcW w:w="12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id w:val="310989570"/>
              <w:placeholder>
                <w:docPart w:val="D95273CBD9FB4C998FA1CE31E45E7C9B"/>
              </w:placeholder>
              <w:dropDownList>
                <w:listItem w:displayText="Year" w:value="Year"/>
                <w:listItem w:displayText="2008" w:value="2008"/>
                <w:listItem w:displayText="2009" w:value="2009"/>
                <w:listItem w:displayText="2010" w:value="2010"/>
                <w:listItem w:displayText="2011" w:value="2011"/>
                <w:listItem w:displayText="2012" w:value="2012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</w:dropDownList>
            </w:sdtPr>
            <w:sdtEndPr/>
            <w:sdtContent>
              <w:p w:rsidR="005F234C" w:rsidRDefault="005F234C" w:rsidP="005F234C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  <w:p w:rsidR="00A1776C" w:rsidRPr="0099630D" w:rsidRDefault="00A1776C" w:rsidP="005F234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jc w:val="center"/>
            </w:pPr>
          </w:p>
        </w:tc>
        <w:sdt>
          <w:sdtPr>
            <w:id w:val="8391011"/>
            <w:placeholder>
              <w:docPart w:val="4FDAEFD5A83549AEB256497E10B3907B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BBA  4101          Training and Development" w:value="BBA  4101          Training and Development"/>
              <w:listItem w:displayText="BBA  4102          Career Management" w:value="BBA  4102          Career Management"/>
              <w:listItem w:displayText="BBA  4103          Human Resource and Quality Management" w:value="BBA  4103          Human Resource and Quality Management"/>
              <w:listItem w:displayText="BBA  4104          Strategic Human Resource Management" w:value="BBA  4104          Strategic Human Resource Management"/>
              <w:listItem w:displayText="BBA  4105          Strategic Management Accounting" w:value="BBA  4105          Strategic Management Accounting"/>
              <w:listItem w:displayText="BBA  4106          Financial Reporting" w:value="BBA  4106          Financial Reporting"/>
              <w:listItem w:displayText="BBA  4107          Public Sector Accounting" w:value="BBA  4107          Public Sector Accounting"/>
              <w:listItem w:displayText="BBA  4108          Financial Statement Analysis" w:value="BBA  4108          Financial Statement Analysis"/>
              <w:listItem w:displayText="BBA  4109          Strategic Marketing" w:value="BBA  4109          Strategic Marketing"/>
              <w:listItem w:displayText="BBA  4110          International Marketing" w:value="BBA  4110          International Marketing"/>
              <w:listItem w:displayText="BBA  4111          Strategic Brand Management" w:value="BBA  4111          Strategic Brand Management"/>
              <w:listItem w:displayText="BBA  4112          Integrated Marketing Communication" w:value="BBA  4112          Integrated Marketing Communication"/>
              <w:listItem w:displayText="BBA  4117          Venture Strategies" w:value="BBA  4117          Venture Strategies"/>
              <w:listItem w:displayText="BBA  4118          Creativity and Innovation" w:value="BBA  4118          Creativity and Innovation"/>
              <w:listItem w:displayText="BBA  4119          Entrepreneurship and Regional Development" w:value="BBA  4119          Entrepreneurship and Regional Development"/>
              <w:listItem w:displayText="BBA  4120          Business Development Services and Consultancy Skills" w:value="BBA  4120          Business Development Services and Consultancy Skills"/>
            </w:dropDownList>
          </w:sdtPr>
          <w:sdtEndPr/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A1776C" w:rsidRPr="0099630D" w:rsidRDefault="006326D1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1019"/>
            <w:placeholder>
              <w:docPart w:val="C90361B6567544FA9D090A95276268A9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1776C" w:rsidRPr="0099630D" w:rsidRDefault="001E01DA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E01DA" w:rsidRPr="0099630D" w:rsidTr="00F72F84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E01DA" w:rsidRPr="0099630D" w:rsidRDefault="001E01DA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-310480052"/>
            <w:placeholder>
              <w:docPart w:val="0DC6B71B141E418DA59E0907F6847875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BBA  4101          Training and Development" w:value="BBA  4101          Training and Development"/>
              <w:listItem w:displayText="BBA  4102          Career Management" w:value="BBA  4102          Career Management"/>
              <w:listItem w:displayText="BBA  4103          Human Resource and Quality Management" w:value="BBA  4103          Human Resource and Quality Management"/>
              <w:listItem w:displayText="BBA  4104          Strategic Human Resource Management" w:value="BBA  4104          Strategic Human Resource Management"/>
              <w:listItem w:displayText="BBA  4105          Strategic Management Accounting" w:value="BBA  4105          Strategic Management Accounting"/>
              <w:listItem w:displayText="BBA  4106          Financial Reporting" w:value="BBA  4106          Financial Reporting"/>
              <w:listItem w:displayText="BBA  4107          Public Sector Accounting" w:value="BBA  4107          Public Sector Accounting"/>
              <w:listItem w:displayText="BBA  4108          Financial Statement Analysis" w:value="BBA  4108          Financial Statement Analysis"/>
              <w:listItem w:displayText="BBA  4109          Strategic Marketing" w:value="BBA  4109          Strategic Marketing"/>
              <w:listItem w:displayText="BBA  4110          International Marketing" w:value="BBA  4110          International Marketing"/>
              <w:listItem w:displayText="BBA  4111          Strategic Brand Management" w:value="BBA  4111          Strategic Brand Management"/>
              <w:listItem w:displayText="BBA  4112          Integrated Marketing Communication" w:value="BBA  4112          Integrated Marketing Communication"/>
              <w:listItem w:displayText="BBA  4117          Venture Strategies" w:value="BBA  4117          Venture Strategies"/>
              <w:listItem w:displayText="BBA  4118          Creativity and Innovation" w:value="BBA  4118          Creativity and Innovation"/>
              <w:listItem w:displayText="BBA  4119          Entrepreneurship and Regional Development" w:value="BBA  4119          Entrepreneurship and Regional Development"/>
              <w:listItem w:displayText="BBA  4120          Business Development Services and Consultancy Skills" w:value="BBA  4120          Business Development Services and Consultancy Skills"/>
            </w:dropDownList>
          </w:sdtPr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1E01DA" w:rsidRPr="0099630D" w:rsidRDefault="00BF13EB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1020"/>
            <w:placeholder>
              <w:docPart w:val="1D07693F7515462A82897EAA78621E8C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1E01DA" w:rsidRPr="0099630D" w:rsidRDefault="001E01DA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E01DA" w:rsidRPr="0099630D" w:rsidTr="00F72F84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E01DA" w:rsidRPr="0099630D" w:rsidRDefault="001E01DA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-1488311773"/>
            <w:placeholder>
              <w:docPart w:val="E00411AC27A4435593C55E5F5931BD3B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BBA  4101          Training and Development" w:value="BBA  4101          Training and Development"/>
              <w:listItem w:displayText="BBA  4102          Career Management" w:value="BBA  4102          Career Management"/>
              <w:listItem w:displayText="BBA  4103          Human Resource and Quality Management" w:value="BBA  4103          Human Resource and Quality Management"/>
              <w:listItem w:displayText="BBA  4104          Strategic Human Resource Management" w:value="BBA  4104          Strategic Human Resource Management"/>
              <w:listItem w:displayText="BBA  4105          Strategic Management Accounting" w:value="BBA  4105          Strategic Management Accounting"/>
              <w:listItem w:displayText="BBA  4106          Financial Reporting" w:value="BBA  4106          Financial Reporting"/>
              <w:listItem w:displayText="BBA  4107          Public Sector Accounting" w:value="BBA  4107          Public Sector Accounting"/>
              <w:listItem w:displayText="BBA  4108          Financial Statement Analysis" w:value="BBA  4108          Financial Statement Analysis"/>
              <w:listItem w:displayText="BBA  4109          Strategic Marketing" w:value="BBA  4109          Strategic Marketing"/>
              <w:listItem w:displayText="BBA  4110          International Marketing" w:value="BBA  4110          International Marketing"/>
              <w:listItem w:displayText="BBA  4111          Strategic Brand Management" w:value="BBA  4111          Strategic Brand Management"/>
              <w:listItem w:displayText="BBA  4112          Integrated Marketing Communication" w:value="BBA  4112          Integrated Marketing Communication"/>
              <w:listItem w:displayText="BBA  4117          Venture Strategies" w:value="BBA  4117          Venture Strategies"/>
              <w:listItem w:displayText="BBA  4118          Creativity and Innovation" w:value="BBA  4118          Creativity and Innovation"/>
              <w:listItem w:displayText="BBA  4119          Entrepreneurship and Regional Development" w:value="BBA  4119          Entrepreneurship and Regional Development"/>
              <w:listItem w:displayText="BBA  4120          Business Development Services and Consultancy Skills" w:value="BBA  4120          Business Development Services and Consultancy Skills"/>
            </w:dropDownList>
          </w:sdtPr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1E01DA" w:rsidRPr="0099630D" w:rsidRDefault="00BF13EB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1021"/>
            <w:placeholder>
              <w:docPart w:val="A95B913FE8EE4684BFE77EF2F18F3520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1E01DA" w:rsidRPr="0099630D" w:rsidRDefault="001E01DA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BF13EB" w:rsidRPr="0099630D" w:rsidTr="00F72F84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F13EB" w:rsidRPr="0099630D" w:rsidRDefault="00BF13EB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1981804862"/>
            <w:placeholder>
              <w:docPart w:val="D0282389F10042C086A8D1F896EDC43C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BBA  4101          Training and Development" w:value="BBA  4101          Training and Development"/>
              <w:listItem w:displayText="BBA  4102          Career Management" w:value="BBA  4102          Career Management"/>
              <w:listItem w:displayText="BBA  4103          Human Resource and Quality Management" w:value="BBA  4103          Human Resource and Quality Management"/>
              <w:listItem w:displayText="BBA  4104          Strategic Human Resource Management" w:value="BBA  4104          Strategic Human Resource Management"/>
              <w:listItem w:displayText="BBA  4105          Strategic Management Accounting" w:value="BBA  4105          Strategic Management Accounting"/>
              <w:listItem w:displayText="BBA  4106          Financial Reporting" w:value="BBA  4106          Financial Reporting"/>
              <w:listItem w:displayText="BBA  4107          Public Sector Accounting" w:value="BBA  4107          Public Sector Accounting"/>
              <w:listItem w:displayText="BBA  4108          Financial Statement Analysis" w:value="BBA  4108          Financial Statement Analysis"/>
              <w:listItem w:displayText="BBA  4109          Strategic Marketing" w:value="BBA  4109          Strategic Marketing"/>
              <w:listItem w:displayText="BBA  4110          International Marketing" w:value="BBA  4110          International Marketing"/>
              <w:listItem w:displayText="BBA  4111          Strategic Brand Management" w:value="BBA  4111          Strategic Brand Management"/>
              <w:listItem w:displayText="BBA  4112          Integrated Marketing Communication" w:value="BBA  4112          Integrated Marketing Communication"/>
              <w:listItem w:displayText="BBA  4117          Venture Strategies" w:value="BBA  4117          Venture Strategies"/>
              <w:listItem w:displayText="BBA  4118          Creativity and Innovation" w:value="BBA  4118          Creativity and Innovation"/>
              <w:listItem w:displayText="BBA  4119          Entrepreneurship and Regional Development" w:value="BBA  4119          Entrepreneurship and Regional Development"/>
              <w:listItem w:displayText="BBA  4120          Business Development Services and Consultancy Skills" w:value="BBA  4120          Business Development Services and Consultancy Skills"/>
            </w:dropDownList>
          </w:sdtPr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BF13EB" w:rsidRPr="0099630D" w:rsidRDefault="00BF13EB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1474867881"/>
            <w:placeholder>
              <w:docPart w:val="C77532EF84FD47D5949221975DF42580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BF13EB" w:rsidRDefault="00BF13EB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E01DA" w:rsidRPr="0099630D" w:rsidTr="00F72F84">
        <w:tc>
          <w:tcPr>
            <w:tcW w:w="1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E01DA" w:rsidRPr="0099630D" w:rsidRDefault="001E01DA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1503313475"/>
            <w:placeholder>
              <w:docPart w:val="DFB356962DAB42DDBC7D49EC52BDF5B3"/>
            </w:placeholder>
            <w:dropDownList>
              <w:listItem w:displayText="Select specialization area course unit code and course unit title" w:value="Select specialization area course unit code and course unit title"/>
              <w:listItem w:displayText="BBA  4101          Training and Development" w:value="BBA  4101          Training and Development"/>
              <w:listItem w:displayText="BBA  4102          Career Management" w:value="BBA  4102          Career Management"/>
              <w:listItem w:displayText="BBA  4103          Human Resource and Quality Management" w:value="BBA  4103          Human Resource and Quality Management"/>
              <w:listItem w:displayText="BBA  4104          Strategic Human Resource Management" w:value="BBA  4104          Strategic Human Resource Management"/>
              <w:listItem w:displayText="BBA  4105          Strategic Management Accounting" w:value="BBA  4105          Strategic Management Accounting"/>
              <w:listItem w:displayText="BBA  4106          Financial Reporting" w:value="BBA  4106          Financial Reporting"/>
              <w:listItem w:displayText="BBA  4107          Public Sector Accounting" w:value="BBA  4107          Public Sector Accounting"/>
              <w:listItem w:displayText="BBA  4108          Financial Statement Analysis" w:value="BBA  4108          Financial Statement Analysis"/>
              <w:listItem w:displayText="BBA  4109          Strategic Marketing" w:value="BBA  4109          Strategic Marketing"/>
              <w:listItem w:displayText="BBA  4110          International Marketing" w:value="BBA  4110          International Marketing"/>
              <w:listItem w:displayText="BBA  4111          Strategic Brand Management" w:value="BBA  4111          Strategic Brand Management"/>
              <w:listItem w:displayText="BBA  4112          Integrated Marketing Communication" w:value="BBA  4112          Integrated Marketing Communication"/>
              <w:listItem w:displayText="BBA  4117          Venture Strategies" w:value="BBA  4117          Venture Strategies"/>
              <w:listItem w:displayText="BBA  4118          Creativity and Innovation" w:value="BBA  4118          Creativity and Innovation"/>
              <w:listItem w:displayText="BBA  4119          Entrepreneurship and Regional Development" w:value="BBA  4119          Entrepreneurship and Regional Development"/>
              <w:listItem w:displayText="BBA  4120          Business Development Services and Consultancy Skills" w:value="BBA  4120          Business Development Services and Consultancy Skills"/>
            </w:dropDownList>
          </w:sdtPr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</w:tcPr>
              <w:p w:rsidR="001E01DA" w:rsidRPr="0099630D" w:rsidRDefault="00BF13EB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317" w:hanging="51"/>
                </w:pPr>
                <w:r>
                  <w:t>Select specialization area course unit code and course unit title</w:t>
                </w:r>
              </w:p>
            </w:tc>
          </w:sdtContent>
        </w:sdt>
        <w:sdt>
          <w:sdtPr>
            <w:id w:val="8391022"/>
            <w:placeholder>
              <w:docPart w:val="1A2C955D2ACD44F794EC1B4C2F087BE1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1E01DA" w:rsidRPr="0099630D" w:rsidRDefault="001E01DA" w:rsidP="001E01DA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1E01DA" w:rsidRPr="0099630D" w:rsidTr="00A6449B">
        <w:tc>
          <w:tcPr>
            <w:tcW w:w="10349" w:type="dxa"/>
            <w:gridSpan w:val="6"/>
            <w:shd w:val="clear" w:color="auto" w:fill="auto"/>
          </w:tcPr>
          <w:p w:rsidR="001E01DA" w:rsidRPr="0099630D" w:rsidRDefault="001E01DA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rPr>
                <w:b/>
                <w:bCs/>
              </w:rPr>
              <w:t>4</w:t>
            </w:r>
            <w:r w:rsidRPr="00146EFE">
              <w:rPr>
                <w:b/>
                <w:bCs/>
              </w:rPr>
              <w:t>000 Level – Semester I</w:t>
            </w:r>
            <w:r>
              <w:rPr>
                <w:b/>
                <w:bCs/>
              </w:rPr>
              <w:t>I</w:t>
            </w:r>
          </w:p>
        </w:tc>
      </w:tr>
      <w:tr w:rsidR="009C5B11" w:rsidRPr="0099630D" w:rsidTr="006E7F32">
        <w:tc>
          <w:tcPr>
            <w:tcW w:w="123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sdt>
            <w:sdtPr>
              <w:id w:val="8391070"/>
              <w:placeholder>
                <w:docPart w:val="D68BB5CECF7F4D088A3F08E6EC48D606"/>
              </w:placeholder>
              <w:dropDownList>
                <w:listItem w:displayText="Year" w:value="Year"/>
                <w:listItem w:displayText="2008" w:value="2008"/>
                <w:listItem w:displayText="2009" w:value="2009"/>
                <w:listItem w:displayText="2010" w:value="2010"/>
                <w:listItem w:displayText="2011" w:value="2011"/>
                <w:listItem w:displayText="2012" w:value="2012"/>
                <w:listItem w:displayText="2013" w:value="2013"/>
                <w:listItem w:displayText="2014" w:value="2014"/>
                <w:listItem w:displayText="2015" w:value="2015"/>
                <w:listItem w:displayText="2016" w:value="2016"/>
                <w:listItem w:displayText="2017" w:value="2017"/>
                <w:listItem w:displayText="2018" w:value="2018"/>
                <w:listItem w:displayText="2019" w:value="2019"/>
                <w:listItem w:displayText="2020" w:value="2020"/>
              </w:dropDownList>
            </w:sdtPr>
            <w:sdtEndPr/>
            <w:sdtContent>
              <w:p w:rsidR="009C5B11" w:rsidRPr="0099630D" w:rsidRDefault="009C5B11" w:rsidP="00F72F84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Year</w:t>
                </w:r>
              </w:p>
            </w:sdtContent>
          </w:sdt>
        </w:tc>
        <w:sdt>
          <w:sdtPr>
            <w:id w:val="-1314261911"/>
            <w:placeholder>
              <w:docPart w:val="845A7D9C735D40AEB080245DCDCBC7F9"/>
            </w:placeholder>
            <w:dropDownList>
              <w:listItem w:displayText="Select Course Unit code and Title" w:value="Select Course Unit code and Title"/>
              <w:listItem w:displayText="BBA  4201          Dissertation" w:value="BBA  4201          Dissertation"/>
              <w:listItem w:displayText="BBA  4202          Organizational Leadership" w:value="BBA  4202          Organizational Leadership"/>
            </w:dropDownList>
          </w:sdtPr>
          <w:sdtEndPr/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:rsidR="009C5B11" w:rsidRPr="0099630D" w:rsidRDefault="009C5B11" w:rsidP="009C5B11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408" w:hanging="142"/>
                </w:pPr>
                <w:r>
                  <w:t>Select Course Unit code and Title</w:t>
                </w:r>
              </w:p>
            </w:tc>
          </w:sdtContent>
        </w:sdt>
        <w:sdt>
          <w:sdtPr>
            <w:id w:val="8391080"/>
            <w:placeholder>
              <w:docPart w:val="BD2BC469A03A4B0792ADD27709F72025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9C5B11" w:rsidRPr="0099630D" w:rsidRDefault="009C5B11" w:rsidP="00F72F84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9C5B11" w:rsidRPr="0099630D" w:rsidTr="008830D0">
        <w:tc>
          <w:tcPr>
            <w:tcW w:w="123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B11" w:rsidRPr="0099630D" w:rsidRDefault="009C5B11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  <w:sdt>
          <w:sdtPr>
            <w:id w:val="-2064865385"/>
            <w:placeholder>
              <w:docPart w:val="02FEC9AD6DD14D85969688DF6244A8C3"/>
            </w:placeholder>
            <w:dropDownList>
              <w:listItem w:displayText="Select Course Unit code and Title" w:value="Select Course Unit code and Title"/>
              <w:listItem w:displayText="BBA  4203          Internship in Human Resource Management" w:value="BBA  4203          Internship in Human Resource Management"/>
              <w:listItem w:displayText="BBA  4204          Internship in Accounting" w:value="BBA  4204          Internship in Accounting"/>
              <w:listItem w:displayText="BBA  4205          Internship in Marketing" w:value="BBA  4205          Internship in Marketing"/>
              <w:listItem w:displayText="BBA  4206          Internship in Entrepreneurship  " w:value="BBA  4206          Internship in Entrepreneurship  "/>
            </w:dropDownList>
          </w:sdtPr>
          <w:sdtEndPr/>
          <w:sdtContent>
            <w:tc>
              <w:tcPr>
                <w:tcW w:w="704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  <w:p w:rsidR="009C5B11" w:rsidRPr="0099630D" w:rsidRDefault="009C5B11" w:rsidP="009C5B11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ind w:left="408" w:hanging="142"/>
                </w:pPr>
                <w:r>
                  <w:t>Select Course Unit code and Title</w:t>
                </w:r>
              </w:p>
            </w:tc>
          </w:sdtContent>
        </w:sdt>
        <w:sdt>
          <w:sdtPr>
            <w:id w:val="8391081"/>
            <w:placeholder>
              <w:docPart w:val="F27950CCC2854C0783FC20654826918B"/>
            </w:placeholder>
            <w:dropDownList>
              <w:listItem w:displayText="Grade" w:value="Grade"/>
              <w:listItem w:displayText="A+" w:value="A+"/>
              <w:listItem w:displayText="A" w:value="A"/>
              <w:listItem w:displayText="A-" w:value="A-"/>
              <w:listItem w:displayText="B+" w:value="B+"/>
              <w:listItem w:displayText="B" w:value="B"/>
              <w:listItem w:displayText="B-" w:value="B-"/>
              <w:listItem w:displayText="C+" w:value="C+"/>
              <w:listItem w:displayText="C" w:value="C"/>
              <w:listItem w:displayText="C-" w:value="C-"/>
              <w:listItem w:displayText="D+" w:value="D+"/>
              <w:listItem w:displayText="D" w:value="D"/>
              <w:listItem w:displayText="E" w:value="E"/>
              <w:listItem w:displayText="mc" w:value="mc"/>
              <w:listItem w:displayText="ab" w:value="ab"/>
            </w:dropDownList>
          </w:sdtPr>
          <w:sdtEndPr/>
          <w:sdtContent>
            <w:tc>
              <w:tcPr>
                <w:tcW w:w="206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:rsidR="009C5B11" w:rsidRPr="0099630D" w:rsidRDefault="009C5B11" w:rsidP="00F72F84">
                <w:pPr>
                  <w:tabs>
                    <w:tab w:val="left" w:pos="720"/>
                    <w:tab w:val="left" w:pos="1440"/>
                    <w:tab w:val="left" w:pos="2160"/>
                    <w:tab w:val="left" w:pos="2880"/>
                    <w:tab w:val="left" w:pos="3600"/>
                    <w:tab w:val="center" w:pos="3969"/>
                    <w:tab w:val="left" w:pos="5103"/>
                    <w:tab w:val="right" w:pos="9851"/>
                  </w:tabs>
                  <w:spacing w:after="0" w:line="240" w:lineRule="auto"/>
                  <w:jc w:val="center"/>
                </w:pPr>
                <w:r>
                  <w:t>Grade</w:t>
                </w:r>
              </w:p>
            </w:tc>
          </w:sdtContent>
        </w:sdt>
      </w:tr>
      <w:tr w:rsidR="00F72F84" w:rsidRPr="0099630D" w:rsidTr="00017B96">
        <w:trPr>
          <w:trHeight w:val="2218"/>
        </w:trPr>
        <w:tc>
          <w:tcPr>
            <w:tcW w:w="103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F84" w:rsidRDefault="00A936E3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rPr>
                <w:noProof/>
              </w:rPr>
              <w:pict>
                <v:shape id="Text Box 10" o:spid="_x0000_s1028" type="#_x0000_t202" style="position:absolute;margin-left:223.7pt;margin-top:.8pt;width:212.15pt;height:15.6pt;z-index:251665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" stroked="f">
                  <v:textbox>
                    <w:txbxContent>
                      <w:p w:rsidR="003F3831" w:rsidRPr="0049008C" w:rsidRDefault="003F3831">
                        <w:pPr>
                          <w:rPr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49008C">
                          <w:rPr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  <w:t>Particulars of Marks &amp; Grades:</w:t>
                        </w:r>
                      </w:p>
                    </w:txbxContent>
                  </v:textbox>
                </v:shape>
              </w:pict>
            </w:r>
          </w:p>
          <w:p w:rsidR="00F72F84" w:rsidRDefault="00BF13EB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rPr>
                <w:noProof/>
              </w:rPr>
              <w:pict>
                <v:shape id="Text Box 9" o:spid="_x0000_s1030" type="#_x0000_t202" style="position:absolute;margin-left:226.1pt;margin-top:.55pt;width:286.8pt;height:127.2pt;z-index:25166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936"/>
                          <w:gridCol w:w="936"/>
                          <w:gridCol w:w="936"/>
                          <w:gridCol w:w="936"/>
                          <w:gridCol w:w="936"/>
                          <w:gridCol w:w="936"/>
                        </w:tblGrid>
                        <w:tr w:rsidR="00017B96" w:rsidTr="0055185B"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Marks Range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Grade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Grade Point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Marks Range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Grade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Grade Point</w:t>
                              </w:r>
                            </w:p>
                          </w:tc>
                        </w:tr>
                        <w:tr w:rsidR="00017B96" w:rsidTr="0055185B"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00-24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E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0.0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50-54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B-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2.7</w:t>
                              </w:r>
                            </w:p>
                          </w:tc>
                        </w:tr>
                        <w:tr w:rsidR="00017B96" w:rsidTr="0055185B"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25-29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1.0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55-59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B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3.0</w:t>
                              </w:r>
                            </w:p>
                          </w:tc>
                        </w:tr>
                        <w:tr w:rsidR="00017B96" w:rsidTr="0055185B"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30-34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D+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1.3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60-64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B+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3.3</w:t>
                              </w:r>
                            </w:p>
                          </w:tc>
                        </w:tr>
                        <w:tr w:rsidR="00017B96" w:rsidTr="0055185B"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35-39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C-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1.7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65-69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A-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3.7</w:t>
                              </w:r>
                            </w:p>
                          </w:tc>
                        </w:tr>
                        <w:tr w:rsidR="00017B96" w:rsidTr="0055185B"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40-44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C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2.0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70-84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4.0</w:t>
                              </w:r>
                            </w:p>
                          </w:tc>
                        </w:tr>
                        <w:tr w:rsidR="00017B96" w:rsidTr="0055185B"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45-49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C+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17B96">
                                <w:rPr>
                                  <w:sz w:val="16"/>
                                  <w:szCs w:val="16"/>
                                </w:rPr>
                                <w:t>2.3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85-100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A+</w:t>
                              </w:r>
                            </w:p>
                          </w:tc>
                          <w:tc>
                            <w:tcPr>
                              <w:tcW w:w="936" w:type="dxa"/>
                            </w:tcPr>
                            <w:p w:rsidR="00017B96" w:rsidRPr="00017B96" w:rsidRDefault="00017B96" w:rsidP="009D09E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4.0</w:t>
                              </w:r>
                            </w:p>
                          </w:tc>
                        </w:tr>
                      </w:tbl>
                      <w:p w:rsidR="00017B96" w:rsidRPr="00017B96" w:rsidRDefault="00017B96" w:rsidP="00017B96">
                        <w:pPr>
                          <w:tabs>
                            <w:tab w:val="left" w:pos="2160"/>
                            <w:tab w:val="left" w:pos="2700"/>
                          </w:tabs>
                          <w:spacing w:after="0" w:line="240" w:lineRule="auto"/>
                          <w:rPr>
                            <w:rFonts w:ascii="Palatino" w:hAnsi="Palatino"/>
                            <w:b/>
                            <w:sz w:val="16"/>
                            <w:szCs w:val="16"/>
                          </w:rPr>
                        </w:pPr>
                        <w:r w:rsidRPr="00017B96">
                          <w:rPr>
                            <w:rFonts w:ascii="Palatino" w:hAnsi="Palatino"/>
                            <w:b/>
                            <w:sz w:val="16"/>
                            <w:szCs w:val="16"/>
                          </w:rPr>
                          <w:t>* “MC”: Medical Certificate,</w:t>
                        </w:r>
                        <w:r w:rsidRPr="00017B96">
                          <w:rPr>
                            <w:rFonts w:ascii="Palatino" w:hAnsi="Palatino"/>
                            <w:b/>
                            <w:sz w:val="16"/>
                            <w:szCs w:val="16"/>
                          </w:rPr>
                          <w:tab/>
                        </w:r>
                      </w:p>
                      <w:p w:rsidR="00017B96" w:rsidRPr="00017B96" w:rsidRDefault="00017B96" w:rsidP="00017B96">
                        <w:pPr>
                          <w:tabs>
                            <w:tab w:val="left" w:pos="2160"/>
                            <w:tab w:val="left" w:pos="2700"/>
                          </w:tabs>
                          <w:spacing w:after="0" w:line="240" w:lineRule="auto"/>
                          <w:rPr>
                            <w:rFonts w:ascii="Palatino" w:hAnsi="Palatino"/>
                            <w:b/>
                            <w:sz w:val="16"/>
                            <w:szCs w:val="16"/>
                          </w:rPr>
                        </w:pPr>
                        <w:r w:rsidRPr="00017B96">
                          <w:rPr>
                            <w:rFonts w:ascii="Palatino" w:hAnsi="Palatino"/>
                            <w:b/>
                            <w:sz w:val="16"/>
                            <w:szCs w:val="16"/>
                          </w:rPr>
                          <w:t>* “Ab”: Absent</w:t>
                        </w:r>
                      </w:p>
                      <w:p w:rsidR="00017B96" w:rsidRDefault="00017B96" w:rsidP="00017B96">
                        <w:pPr>
                          <w:tabs>
                            <w:tab w:val="left" w:pos="2160"/>
                            <w:tab w:val="left" w:pos="2700"/>
                          </w:tabs>
                          <w:spacing w:after="0"/>
                          <w:rPr>
                            <w:rFonts w:ascii="Palatino" w:hAnsi="Palatino"/>
                            <w:b/>
                            <w:sz w:val="16"/>
                            <w:szCs w:val="16"/>
                          </w:rPr>
                        </w:pPr>
                        <w:proofErr w:type="gramStart"/>
                        <w:r w:rsidRPr="00017B96">
                          <w:rPr>
                            <w:rFonts w:ascii="Palatino" w:hAnsi="Palatino"/>
                            <w:b/>
                            <w:sz w:val="16"/>
                            <w:szCs w:val="16"/>
                          </w:rPr>
                          <w:t>*  C</w:t>
                        </w:r>
                        <w:proofErr w:type="gramEnd"/>
                        <w:r w:rsidRPr="00017B96">
                          <w:rPr>
                            <w:rFonts w:ascii="Palatino" w:hAnsi="Palatino"/>
                            <w:b/>
                            <w:sz w:val="16"/>
                            <w:szCs w:val="16"/>
                          </w:rPr>
                          <w:t xml:space="preserve">-, D+, D and E are considered as failure grades. </w:t>
                        </w:r>
                      </w:p>
                      <w:p w:rsidR="00017B96" w:rsidRPr="00017B96" w:rsidRDefault="00017B96" w:rsidP="00017B96">
                        <w:pPr>
                          <w:rPr>
                            <w:rFonts w:ascii="Cambria" w:eastAsia="Times New Roman" w:hAnsi="Cambria" w:cs="Arial"/>
                            <w:sz w:val="18"/>
                            <w:szCs w:val="18"/>
                          </w:rPr>
                        </w:pPr>
                        <w:r w:rsidRPr="00017B96">
                          <w:rPr>
                            <w:rFonts w:ascii="Palatino" w:hAnsi="Palatino"/>
                            <w:b/>
                            <w:sz w:val="14"/>
                            <w:szCs w:val="14"/>
                          </w:rPr>
                          <w:t>* "IC"</w:t>
                        </w:r>
                        <w:r w:rsidRPr="00017B96">
                          <w:rPr>
                            <w:rFonts w:ascii="Cambria" w:eastAsia="Times New Roman" w:hAnsi="Cambria" w:cs="Arial"/>
                            <w:sz w:val="18"/>
                            <w:szCs w:val="18"/>
                          </w:rPr>
                          <w:t xml:space="preserve"> part of the course is not completed</w:t>
                        </w:r>
                      </w:p>
                      <w:p w:rsidR="00017B96" w:rsidRPr="00017B96" w:rsidRDefault="00017B96" w:rsidP="00017B96">
                        <w:pPr>
                          <w:tabs>
                            <w:tab w:val="left" w:pos="2160"/>
                            <w:tab w:val="left" w:pos="2700"/>
                          </w:tabs>
                          <w:spacing w:after="0"/>
                          <w:rPr>
                            <w:rFonts w:ascii="Palatino" w:hAnsi="Palatino"/>
                            <w:b/>
                            <w:sz w:val="16"/>
                            <w:szCs w:val="16"/>
                          </w:rPr>
                        </w:pPr>
                      </w:p>
                      <w:p w:rsidR="00017B96" w:rsidRDefault="00017B96"/>
                    </w:txbxContent>
                  </v:textbox>
                </v:shape>
              </w:pict>
            </w:r>
            <w:r w:rsidR="00A936E3">
              <w:rPr>
                <w:noProof/>
              </w:rPr>
              <w:pict>
                <v:shape id="_x0000_s1029" type="#_x0000_t202" style="position:absolute;margin-left:-2.7pt;margin-top:11.95pt;width:213.6pt;height:8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">
                  <v:textbox>
                    <w:txbxContent>
                      <w:p w:rsidR="00683C57" w:rsidRPr="00683C57" w:rsidRDefault="00683C57" w:rsidP="00683C57">
                        <w:pPr>
                          <w:rPr>
                            <w:sz w:val="86"/>
                            <w:szCs w:val="86"/>
                          </w:rPr>
                        </w:pPr>
                        <w:r w:rsidRPr="00683C57">
                          <w:rPr>
                            <w:sz w:val="86"/>
                            <w:szCs w:val="86"/>
                          </w:rPr>
                          <w:t>Office copy</w:t>
                        </w:r>
                      </w:p>
                    </w:txbxContent>
                  </v:textbox>
                </v:shape>
              </w:pict>
            </w:r>
          </w:p>
          <w:p w:rsidR="00F72F84" w:rsidRDefault="00F72F84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t xml:space="preserve">Assistant Registrar </w:t>
            </w:r>
          </w:p>
          <w:p w:rsidR="003F3831" w:rsidRDefault="00A554A4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  <w:r>
              <w:fldChar w:fldCharType="begin"/>
            </w:r>
            <w:r w:rsidR="003F3831">
              <w:instrText xml:space="preserve"> DATE \@ "M/d/yyyy" </w:instrText>
            </w:r>
            <w:r>
              <w:fldChar w:fldCharType="separate"/>
            </w:r>
            <w:r w:rsidR="00BF13EB">
              <w:rPr>
                <w:noProof/>
              </w:rPr>
              <w:t>7/8/2016</w:t>
            </w:r>
            <w:r>
              <w:fldChar w:fldCharType="end"/>
            </w:r>
          </w:p>
          <w:p w:rsidR="00F72F84" w:rsidRDefault="00F72F84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  <w:p w:rsidR="00F72F84" w:rsidRPr="004E64A2" w:rsidRDefault="00F72F84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  <w:rPr>
                <w:sz w:val="12"/>
                <w:szCs w:val="12"/>
              </w:rPr>
            </w:pPr>
          </w:p>
          <w:p w:rsidR="00F72F84" w:rsidRPr="0099630D" w:rsidRDefault="00F72F84" w:rsidP="004E64A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</w:tr>
      <w:tr w:rsidR="004E64A2" w:rsidRPr="0099630D" w:rsidTr="00017B96">
        <w:trPr>
          <w:trHeight w:val="620"/>
        </w:trPr>
        <w:tc>
          <w:tcPr>
            <w:tcW w:w="103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3C57" w:rsidRDefault="00683C57" w:rsidP="00683C57">
            <w:bookmarkStart w:id="0" w:name="_GoBack"/>
            <w:bookmarkEnd w:id="0"/>
          </w:p>
          <w:p w:rsidR="004E64A2" w:rsidRDefault="004E64A2" w:rsidP="008873D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center" w:pos="3969"/>
                <w:tab w:val="left" w:pos="5103"/>
                <w:tab w:val="right" w:pos="9851"/>
              </w:tabs>
              <w:spacing w:after="0" w:line="240" w:lineRule="auto"/>
            </w:pPr>
          </w:p>
        </w:tc>
      </w:tr>
    </w:tbl>
    <w:p w:rsidR="003F3831" w:rsidRPr="008873D2" w:rsidRDefault="003F3831" w:rsidP="008873D2"/>
    <w:sectPr w:rsidR="003F3831" w:rsidRPr="008873D2" w:rsidSect="00BF13EB">
      <w:pgSz w:w="12240" w:h="20160" w:code="5"/>
      <w:pgMar w:top="1276" w:right="90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800000AF" w:usb1="4000204A" w:usb2="00000200" w:usb3="00000000" w:csb0="00000001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659C8"/>
    <w:multiLevelType w:val="hybridMultilevel"/>
    <w:tmpl w:val="52FE50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8371CC"/>
    <w:multiLevelType w:val="hybridMultilevel"/>
    <w:tmpl w:val="006C980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edit="forms" w:formatting="1" w:enforcement="1" w:cryptProviderType="rsaFull" w:cryptAlgorithmClass="hash" w:cryptAlgorithmType="typeAny" w:cryptAlgorithmSid="4" w:cryptSpinCount="50000" w:hash="SenN9MGDNT0bdNeTnjKO59jOy9w=" w:salt="VZFayeVb35Qys4QUaT2r1A==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83C57"/>
    <w:rsid w:val="00017B96"/>
    <w:rsid w:val="00022688"/>
    <w:rsid w:val="000A02EE"/>
    <w:rsid w:val="000C5EFF"/>
    <w:rsid w:val="000D24E6"/>
    <w:rsid w:val="001277F6"/>
    <w:rsid w:val="00146EFE"/>
    <w:rsid w:val="00174DA1"/>
    <w:rsid w:val="00181A4A"/>
    <w:rsid w:val="00183D62"/>
    <w:rsid w:val="001C6928"/>
    <w:rsid w:val="001D3EC9"/>
    <w:rsid w:val="001E01DA"/>
    <w:rsid w:val="001E2A5A"/>
    <w:rsid w:val="00233CE1"/>
    <w:rsid w:val="00281A18"/>
    <w:rsid w:val="002A04AE"/>
    <w:rsid w:val="002D5AF3"/>
    <w:rsid w:val="002E726B"/>
    <w:rsid w:val="00341F09"/>
    <w:rsid w:val="003D7EA7"/>
    <w:rsid w:val="003F3831"/>
    <w:rsid w:val="0049008C"/>
    <w:rsid w:val="004E64A2"/>
    <w:rsid w:val="004F23D9"/>
    <w:rsid w:val="005148C8"/>
    <w:rsid w:val="0055185B"/>
    <w:rsid w:val="005A2B04"/>
    <w:rsid w:val="005D15E8"/>
    <w:rsid w:val="005F14DA"/>
    <w:rsid w:val="005F234C"/>
    <w:rsid w:val="006326D1"/>
    <w:rsid w:val="00683C57"/>
    <w:rsid w:val="00684D22"/>
    <w:rsid w:val="006B3D13"/>
    <w:rsid w:val="00726CF6"/>
    <w:rsid w:val="007347D9"/>
    <w:rsid w:val="00813041"/>
    <w:rsid w:val="00844E78"/>
    <w:rsid w:val="00867346"/>
    <w:rsid w:val="00871C48"/>
    <w:rsid w:val="0087413A"/>
    <w:rsid w:val="008873D2"/>
    <w:rsid w:val="0099100C"/>
    <w:rsid w:val="009C5B11"/>
    <w:rsid w:val="00A1776C"/>
    <w:rsid w:val="00A554A4"/>
    <w:rsid w:val="00A77FA6"/>
    <w:rsid w:val="00A936E3"/>
    <w:rsid w:val="00AD2B95"/>
    <w:rsid w:val="00AE133A"/>
    <w:rsid w:val="00AF1019"/>
    <w:rsid w:val="00B36EB7"/>
    <w:rsid w:val="00B87DE2"/>
    <w:rsid w:val="00BF13EB"/>
    <w:rsid w:val="00C40E90"/>
    <w:rsid w:val="00C52C09"/>
    <w:rsid w:val="00C827D8"/>
    <w:rsid w:val="00CA5081"/>
    <w:rsid w:val="00CC1D28"/>
    <w:rsid w:val="00D728B9"/>
    <w:rsid w:val="00D96285"/>
    <w:rsid w:val="00DE571D"/>
    <w:rsid w:val="00DF63A9"/>
    <w:rsid w:val="00E42931"/>
    <w:rsid w:val="00E55104"/>
    <w:rsid w:val="00E6547B"/>
    <w:rsid w:val="00E870B9"/>
    <w:rsid w:val="00EA7B78"/>
    <w:rsid w:val="00EF14D6"/>
    <w:rsid w:val="00EF2641"/>
    <w:rsid w:val="00EF462C"/>
    <w:rsid w:val="00F63F8C"/>
    <w:rsid w:val="00F72F84"/>
    <w:rsid w:val="00F77FA3"/>
    <w:rsid w:val="00F86EFD"/>
    <w:rsid w:val="00FD7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0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873D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3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7B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38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3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Overall%20results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F502427E7748F5AF38AE337C3EF6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0151E-D131-412B-AAF7-0B6C6D24742E}"/>
      </w:docPartPr>
      <w:docPartBody>
        <w:p w:rsidR="009F09A7" w:rsidRDefault="000412A9">
          <w:pPr>
            <w:pStyle w:val="9FF502427E7748F5AF38AE337C3EF662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464C242DAE304001801CC0F9276BC5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857AE4-7425-4F76-B04C-56EC89D8D27F}"/>
      </w:docPartPr>
      <w:docPartBody>
        <w:p w:rsidR="009F09A7" w:rsidRDefault="000412A9">
          <w:pPr>
            <w:pStyle w:val="464C242DAE304001801CC0F9276BC58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497BC15EDAB6402C8EFE5EA02FBE36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0618C-6789-4662-8595-630B02D92596}"/>
      </w:docPartPr>
      <w:docPartBody>
        <w:p w:rsidR="009F09A7" w:rsidRDefault="000412A9">
          <w:pPr>
            <w:pStyle w:val="497BC15EDAB6402C8EFE5EA02FBE3613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6746623689D4E45954825D4D9146C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A1EBF3-75D5-4FD1-8322-D27D15879FF0}"/>
      </w:docPartPr>
      <w:docPartBody>
        <w:p w:rsidR="009F09A7" w:rsidRDefault="000412A9">
          <w:pPr>
            <w:pStyle w:val="B6746623689D4E45954825D4D9146C5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F18BB9EF7C04D5BA6AB4B98012FF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48ECC-10EE-4C98-AC9B-D3A6085F127B}"/>
      </w:docPartPr>
      <w:docPartBody>
        <w:p w:rsidR="009F09A7" w:rsidRDefault="000412A9">
          <w:pPr>
            <w:pStyle w:val="0F18BB9EF7C04D5BA6AB4B98012FFA69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4C0EFF9A3C0C4303AE8AE856174E9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B0E7E-630C-42E9-8A72-C475B0846433}"/>
      </w:docPartPr>
      <w:docPartBody>
        <w:p w:rsidR="009F09A7" w:rsidRDefault="000412A9">
          <w:pPr>
            <w:pStyle w:val="4C0EFF9A3C0C4303AE8AE856174E9EA6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5F929219075B40D7A833051EA9BE16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F5E4BF-8D71-41CD-945B-D5AFB84C3BC5}"/>
      </w:docPartPr>
      <w:docPartBody>
        <w:p w:rsidR="009F09A7" w:rsidRDefault="000412A9">
          <w:pPr>
            <w:pStyle w:val="5F929219075B40D7A833051EA9BE169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1CD0A0CF0934D99A9BF05E1424A1D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BC6AB-2ADF-49AD-B02A-04152FCEDFD4}"/>
      </w:docPartPr>
      <w:docPartBody>
        <w:p w:rsidR="009F09A7" w:rsidRDefault="000412A9">
          <w:pPr>
            <w:pStyle w:val="A1CD0A0CF0934D99A9BF05E1424A1D59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C3FFE557160435499DE11F703C0E8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6274A-DD3A-4688-969C-970518FFDB69}"/>
      </w:docPartPr>
      <w:docPartBody>
        <w:p w:rsidR="009F09A7" w:rsidRDefault="000412A9">
          <w:pPr>
            <w:pStyle w:val="2C3FFE557160435499DE11F703C0E880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D743F82127C450390A8DA73EFC26E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C777A-6C35-4C6C-B31A-29B8E48000EC}"/>
      </w:docPartPr>
      <w:docPartBody>
        <w:p w:rsidR="009F09A7" w:rsidRDefault="000412A9">
          <w:pPr>
            <w:pStyle w:val="0D743F82127C450390A8DA73EFC26E54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443303A7B8374C4CA9CE259F34A3BB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2F6AC-6BAF-44DC-9D7C-387139282F7C}"/>
      </w:docPartPr>
      <w:docPartBody>
        <w:p w:rsidR="009F09A7" w:rsidRDefault="000412A9">
          <w:pPr>
            <w:pStyle w:val="443303A7B8374C4CA9CE259F34A3BB79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5F5A42C7ED854B80BD5D315E67DE1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C3B65-E0E3-49FA-974A-E20DD1C55BC2}"/>
      </w:docPartPr>
      <w:docPartBody>
        <w:p w:rsidR="009F09A7" w:rsidRDefault="000412A9">
          <w:pPr>
            <w:pStyle w:val="5F5A42C7ED854B80BD5D315E67DE12D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EBAA1916DCD04712B52BA469CF7B18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C121AA-F18F-4AFE-BF66-E0D622E68C5E}"/>
      </w:docPartPr>
      <w:docPartBody>
        <w:p w:rsidR="009F09A7" w:rsidRDefault="000412A9">
          <w:pPr>
            <w:pStyle w:val="EBAA1916DCD04712B52BA469CF7B187B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4FDAEFD5A83549AEB256497E10B390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B74EE-338E-4FB9-BB4F-D52F52CFB8C1}"/>
      </w:docPartPr>
      <w:docPartBody>
        <w:p w:rsidR="009F09A7" w:rsidRDefault="000412A9">
          <w:pPr>
            <w:pStyle w:val="4FDAEFD5A83549AEB256497E10B3907B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C90361B6567544FA9D090A9527626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F0E51-EC52-4FDE-A047-640B7B83F72B}"/>
      </w:docPartPr>
      <w:docPartBody>
        <w:p w:rsidR="009F09A7" w:rsidRDefault="000412A9">
          <w:pPr>
            <w:pStyle w:val="C90361B6567544FA9D090A95276268A9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1D07693F7515462A82897EAA78621E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C0E964-C99E-4593-80DA-773F573AB9EF}"/>
      </w:docPartPr>
      <w:docPartBody>
        <w:p w:rsidR="009F09A7" w:rsidRDefault="000412A9">
          <w:pPr>
            <w:pStyle w:val="1D07693F7515462A82897EAA78621E8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A95B913FE8EE4684BFE77EF2F18F35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E5D993-1A2E-41FE-A5FD-85DC6B24CE4C}"/>
      </w:docPartPr>
      <w:docPartBody>
        <w:p w:rsidR="009F09A7" w:rsidRDefault="000412A9">
          <w:pPr>
            <w:pStyle w:val="A95B913FE8EE4684BFE77EF2F18F3520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1A2C955D2ACD44F794EC1B4C2F087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3E6F35-ABE8-4D0D-8AAD-429380EA6B68}"/>
      </w:docPartPr>
      <w:docPartBody>
        <w:p w:rsidR="009F09A7" w:rsidRDefault="000412A9">
          <w:pPr>
            <w:pStyle w:val="1A2C955D2ACD44F794EC1B4C2F087BE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42854291CC04615B2C8E4B0F581F3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3FC553-21EB-4AA2-BBBD-F8A9E89FFF84}"/>
      </w:docPartPr>
      <w:docPartBody>
        <w:p w:rsidR="00420FF0" w:rsidRDefault="009F09A7" w:rsidP="009F09A7">
          <w:pPr>
            <w:pStyle w:val="242854291CC04615B2C8E4B0F581F366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5AFC4C2A42674E5BAC19176FFF14CA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BF2A00-52BE-4D91-B164-31B82539DD86}"/>
      </w:docPartPr>
      <w:docPartBody>
        <w:p w:rsidR="00420FF0" w:rsidRDefault="009F09A7" w:rsidP="009F09A7">
          <w:pPr>
            <w:pStyle w:val="5AFC4C2A42674E5BAC19176FFF14CAD4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D2075BDC14A4B17ABB59C2336F90A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77536D-891D-4D3F-9FEE-EFCCF0834D12}"/>
      </w:docPartPr>
      <w:docPartBody>
        <w:p w:rsidR="00420FF0" w:rsidRDefault="009F09A7" w:rsidP="009F09A7">
          <w:pPr>
            <w:pStyle w:val="DD2075BDC14A4B17ABB59C2336F90AAA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5AF7366C0E32477E8B468BED98E97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3C95F9-48F7-4CF9-BB9A-EC21E95E7F32}"/>
      </w:docPartPr>
      <w:docPartBody>
        <w:p w:rsidR="00420FF0" w:rsidRDefault="009F09A7" w:rsidP="009F09A7">
          <w:pPr>
            <w:pStyle w:val="5AF7366C0E32477E8B468BED98E976C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FFDF5E132B744EB89EB04B968BE12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8D6D63-8DEA-40D5-97DD-7C6F14039AD5}"/>
      </w:docPartPr>
      <w:docPartBody>
        <w:p w:rsidR="00420FF0" w:rsidRDefault="009F09A7" w:rsidP="009F09A7">
          <w:pPr>
            <w:pStyle w:val="FFDF5E132B744EB89EB04B968BE12E15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660C703337834D97A9253245B4B4D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35FFC1-3330-4F37-9372-F2848AD9E334}"/>
      </w:docPartPr>
      <w:docPartBody>
        <w:p w:rsidR="00420FF0" w:rsidRDefault="009F09A7" w:rsidP="009F09A7">
          <w:pPr>
            <w:pStyle w:val="660C703337834D97A9253245B4B4D0D4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9FE715916CA94D2796D9550D0E75D1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E53336-9555-4E82-8A34-69A29629C8C4}"/>
      </w:docPartPr>
      <w:docPartBody>
        <w:p w:rsidR="00420FF0" w:rsidRDefault="009F09A7" w:rsidP="009F09A7">
          <w:pPr>
            <w:pStyle w:val="9FE715916CA94D2796D9550D0E75D1BB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A54A30B948440A980263FFC9661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88E1BA-F05E-43F9-A48C-4B5196ADE022}"/>
      </w:docPartPr>
      <w:docPartBody>
        <w:p w:rsidR="00420FF0" w:rsidRDefault="009F09A7" w:rsidP="009F09A7">
          <w:pPr>
            <w:pStyle w:val="DA54A30B948440A980263FFC96612685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6C84DCE798CC445F8CE2689F9A2FEF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9D6FA9-FF59-49D4-B1F3-06A6CF3EB2C7}"/>
      </w:docPartPr>
      <w:docPartBody>
        <w:p w:rsidR="00420FF0" w:rsidRDefault="009F09A7" w:rsidP="009F09A7">
          <w:pPr>
            <w:pStyle w:val="6C84DCE798CC445F8CE2689F9A2FEF3A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11483A23C7D47D1A02C55DE4389A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3C820-6040-442A-AE73-A7D834632E28}"/>
      </w:docPartPr>
      <w:docPartBody>
        <w:p w:rsidR="00420FF0" w:rsidRDefault="009F09A7" w:rsidP="009F09A7">
          <w:pPr>
            <w:pStyle w:val="011483A23C7D47D1A02C55DE4389ADC2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6755A3B725DC467FBA862DF0A5AED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ECA10-81C2-4530-8FAF-8664A1CC037C}"/>
      </w:docPartPr>
      <w:docPartBody>
        <w:p w:rsidR="00420FF0" w:rsidRDefault="009F09A7" w:rsidP="009F09A7">
          <w:pPr>
            <w:pStyle w:val="6755A3B725DC467FBA862DF0A5AEDD30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4253098FB9DD429C81D25E7B8303B8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F79B7-3B2A-4ED3-A997-F731065BF223}"/>
      </w:docPartPr>
      <w:docPartBody>
        <w:p w:rsidR="00420FF0" w:rsidRDefault="009F09A7" w:rsidP="009F09A7">
          <w:pPr>
            <w:pStyle w:val="4253098FB9DD429C81D25E7B8303B8E5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E0CD24C48EE349A79A63D232D1DED2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4E6B7-7F76-488D-99A7-59D8C463AA7F}"/>
      </w:docPartPr>
      <w:docPartBody>
        <w:p w:rsidR="00420FF0" w:rsidRDefault="009F09A7" w:rsidP="009F09A7">
          <w:pPr>
            <w:pStyle w:val="E0CD24C48EE349A79A63D232D1DED206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90CDC738A184FEB8405B275F88A7C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637F19-C6E9-4B57-9E9E-150221B00A1D}"/>
      </w:docPartPr>
      <w:docPartBody>
        <w:p w:rsidR="00420FF0" w:rsidRDefault="009F09A7" w:rsidP="009F09A7">
          <w:pPr>
            <w:pStyle w:val="B90CDC738A184FEB8405B275F88A7C0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68069CA04975488AAC50584D90EF03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D69BA-A46F-406A-B1EA-544810E5E22E}"/>
      </w:docPartPr>
      <w:docPartBody>
        <w:p w:rsidR="00420FF0" w:rsidRDefault="009F09A7" w:rsidP="009F09A7">
          <w:pPr>
            <w:pStyle w:val="68069CA04975488AAC50584D90EF034D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616AD177EAF0451194D248D3EDDFE3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1FA25-3CB0-476F-8D47-1FAAB98DF223}"/>
      </w:docPartPr>
      <w:docPartBody>
        <w:p w:rsidR="00420FF0" w:rsidRDefault="009F09A7" w:rsidP="009F09A7">
          <w:pPr>
            <w:pStyle w:val="616AD177EAF0451194D248D3EDDFE344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6876AD97A30F4F9BAEA7134485C807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0AC47E-CFC9-4340-8BC2-0EF4472DA360}"/>
      </w:docPartPr>
      <w:docPartBody>
        <w:p w:rsidR="00420FF0" w:rsidRDefault="009F09A7" w:rsidP="009F09A7">
          <w:pPr>
            <w:pStyle w:val="6876AD97A30F4F9BAEA7134485C8075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4C17E8592C394AD1B7AD23682C4E79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BC1B5E-4DD6-4A97-A942-9B7E1037C136}"/>
      </w:docPartPr>
      <w:docPartBody>
        <w:p w:rsidR="00420FF0" w:rsidRDefault="009F09A7" w:rsidP="009F09A7">
          <w:pPr>
            <w:pStyle w:val="4C17E8592C394AD1B7AD23682C4E79F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332C1C75AE8B45F696489139D3FAAB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C3B19F-2EF2-490C-B8DF-016DECAD9476}"/>
      </w:docPartPr>
      <w:docPartBody>
        <w:p w:rsidR="00420FF0" w:rsidRDefault="009F09A7" w:rsidP="009F09A7">
          <w:pPr>
            <w:pStyle w:val="332C1C75AE8B45F696489139D3FAAB3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61E12CE8677F4CE399B4EA138FE231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389A3E-A72D-4774-B452-DE1E8CFAFC03}"/>
      </w:docPartPr>
      <w:docPartBody>
        <w:p w:rsidR="00420FF0" w:rsidRDefault="009F09A7" w:rsidP="009F09A7">
          <w:pPr>
            <w:pStyle w:val="61E12CE8677F4CE399B4EA138FE231E5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5D8C4B0685CE47FCA6E22050DF6C69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C44419-A34A-4036-84C6-61ADD08728C3}"/>
      </w:docPartPr>
      <w:docPartBody>
        <w:p w:rsidR="00420FF0" w:rsidRDefault="009F09A7" w:rsidP="009F09A7">
          <w:pPr>
            <w:pStyle w:val="5D8C4B0685CE47FCA6E22050DF6C6988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85D53F78E7FB408A940236DD6AD8A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F8B991-4E5B-4535-9363-A8444F43E647}"/>
      </w:docPartPr>
      <w:docPartBody>
        <w:p w:rsidR="00420FF0" w:rsidRDefault="009F09A7" w:rsidP="009F09A7">
          <w:pPr>
            <w:pStyle w:val="85D53F78E7FB408A940236DD6AD8AE4E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4DCC5FCBE92341958B7C13E0BB64A4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9467C1-5DAD-4BDA-B011-555471C56364}"/>
      </w:docPartPr>
      <w:docPartBody>
        <w:p w:rsidR="00420FF0" w:rsidRDefault="009F09A7" w:rsidP="009F09A7">
          <w:pPr>
            <w:pStyle w:val="4DCC5FCBE92341958B7C13E0BB64A407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5838D46ADCE34B8BAF807BB62326F6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0C3B3B-AAD2-4660-84AE-5F239DBD65A3}"/>
      </w:docPartPr>
      <w:docPartBody>
        <w:p w:rsidR="00420FF0" w:rsidRDefault="009F09A7" w:rsidP="009F09A7">
          <w:pPr>
            <w:pStyle w:val="5838D46ADCE34B8BAF807BB62326F6DD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DA3E80148D74C03BD0BD370F2E526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58527-5C7C-4C56-8441-A74042C3B9F1}"/>
      </w:docPartPr>
      <w:docPartBody>
        <w:p w:rsidR="00420FF0" w:rsidRDefault="009F09A7" w:rsidP="009F09A7">
          <w:pPr>
            <w:pStyle w:val="BDA3E80148D74C03BD0BD370F2E52676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40E57D59076E49E9A030D3C94509C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16E85-22A1-4905-A496-BD47AA7DE223}"/>
      </w:docPartPr>
      <w:docPartBody>
        <w:p w:rsidR="00420FF0" w:rsidRDefault="009F09A7" w:rsidP="009F09A7">
          <w:pPr>
            <w:pStyle w:val="40E57D59076E49E9A030D3C94509C9F9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C52452EC0C94B36860EA101779A2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527F6-FF45-4064-A874-DBF9486C90EE}"/>
      </w:docPartPr>
      <w:docPartBody>
        <w:p w:rsidR="00420FF0" w:rsidRDefault="009F09A7" w:rsidP="009F09A7">
          <w:pPr>
            <w:pStyle w:val="DC52452EC0C94B36860EA101779A215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3B47627EC5DD43C98B8AAD872314AA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E29827-AFCC-431C-AC1C-05CC811D82E3}"/>
      </w:docPartPr>
      <w:docPartBody>
        <w:p w:rsidR="00420FF0" w:rsidRDefault="009F09A7" w:rsidP="009F09A7">
          <w:pPr>
            <w:pStyle w:val="3B47627EC5DD43C98B8AAD872314AA87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921CF1B91E7C44F29DF38B12DD9A9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11272A-1E68-4B0F-8CB3-BE819F1CF63F}"/>
      </w:docPartPr>
      <w:docPartBody>
        <w:p w:rsidR="00420FF0" w:rsidRDefault="009F09A7" w:rsidP="009F09A7">
          <w:pPr>
            <w:pStyle w:val="921CF1B91E7C44F29DF38B12DD9A94BF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63B8CC53D27B4C48BCD9BC12E02260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D29D8-4027-43FF-9FDE-27CEF58AE46F}"/>
      </w:docPartPr>
      <w:docPartBody>
        <w:p w:rsidR="00420FF0" w:rsidRDefault="009F09A7" w:rsidP="009F09A7">
          <w:pPr>
            <w:pStyle w:val="63B8CC53D27B4C48BCD9BC12E02260A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95273CBD9FB4C998FA1CE31E45E7C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5CA04-CF5A-41E3-B019-CDD10506DC40}"/>
      </w:docPartPr>
      <w:docPartBody>
        <w:p w:rsidR="00420FF0" w:rsidRDefault="009F09A7" w:rsidP="009F09A7">
          <w:pPr>
            <w:pStyle w:val="D95273CBD9FB4C998FA1CE31E45E7C9B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68BB5CECF7F4D088A3F08E6EC48D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9DD75D-32E0-43B3-98B9-6FFB9A9DD5C3}"/>
      </w:docPartPr>
      <w:docPartBody>
        <w:p w:rsidR="00224589" w:rsidRDefault="00E2747E" w:rsidP="00E2747E">
          <w:pPr>
            <w:pStyle w:val="D68BB5CECF7F4D088A3F08E6EC48D606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D2BC469A03A4B0792ADD27709F72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C19DFB-8684-462B-ABE9-FD9B830272A1}"/>
      </w:docPartPr>
      <w:docPartBody>
        <w:p w:rsidR="00224589" w:rsidRDefault="00E2747E" w:rsidP="00E2747E">
          <w:pPr>
            <w:pStyle w:val="BD2BC469A03A4B0792ADD27709F72025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F27950CCC2854C0783FC2065482691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B716F-1D96-4B45-92D4-857A2A99256D}"/>
      </w:docPartPr>
      <w:docPartBody>
        <w:p w:rsidR="00224589" w:rsidRDefault="00E2747E" w:rsidP="00E2747E">
          <w:pPr>
            <w:pStyle w:val="F27950CCC2854C0783FC20654826918B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845A7D9C735D40AEB080245DCDCBC7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938DAF-9AF6-4490-A704-6C93FDD4AAA4}"/>
      </w:docPartPr>
      <w:docPartBody>
        <w:p w:rsidR="00224589" w:rsidRDefault="00E2747E" w:rsidP="00E2747E">
          <w:pPr>
            <w:pStyle w:val="845A7D9C735D40AEB080245DCDCBC7F9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2FEC9AD6DD14D85969688DF6244A8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4087B-1EA9-4E66-91A1-9BCCB696170F}"/>
      </w:docPartPr>
      <w:docPartBody>
        <w:p w:rsidR="00224589" w:rsidRDefault="00E2747E" w:rsidP="00E2747E">
          <w:pPr>
            <w:pStyle w:val="02FEC9AD6DD14D85969688DF6244A8C3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ED59C8A9B80847EE92CAD1F971904D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C643DB-F90C-4D8F-A186-DA5B9B7A6AFF}"/>
      </w:docPartPr>
      <w:docPartBody>
        <w:p w:rsidR="00224589" w:rsidRDefault="00E2747E" w:rsidP="00E2747E">
          <w:pPr>
            <w:pStyle w:val="ED59C8A9B80847EE92CAD1F971904D16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9EE1AB598AE143399EFCDD437003E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2419D6-3D4D-420F-AF6B-6968555A04B8}"/>
      </w:docPartPr>
      <w:docPartBody>
        <w:p w:rsidR="00224589" w:rsidRDefault="00E2747E" w:rsidP="00E2747E">
          <w:pPr>
            <w:pStyle w:val="9EE1AB598AE143399EFCDD437003EFE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B5C7557F752B42EF9BC6D78D5BD42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323B7-248D-4717-92D8-A9E5A9B86134}"/>
      </w:docPartPr>
      <w:docPartBody>
        <w:p w:rsidR="00224589" w:rsidRDefault="00E2747E" w:rsidP="00E2747E">
          <w:pPr>
            <w:pStyle w:val="B5C7557F752B42EF9BC6D78D5BD42F7B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7C9C8B6C68D84ECF9B364F057D11F6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09F666-8A5C-4678-A5B2-B55D67A65684}"/>
      </w:docPartPr>
      <w:docPartBody>
        <w:p w:rsidR="00224589" w:rsidRDefault="00E2747E" w:rsidP="00E2747E">
          <w:pPr>
            <w:pStyle w:val="7C9C8B6C68D84ECF9B364F057D11F66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68CE518464B743CFAACF8A2C56BC1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689B62-4BE2-4516-9D3C-10DC736CAF0F}"/>
      </w:docPartPr>
      <w:docPartBody>
        <w:p w:rsidR="00000000" w:rsidRDefault="0027783B" w:rsidP="0027783B">
          <w:pPr>
            <w:pStyle w:val="68CE518464B743CFAACF8A2C56BC1E41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2A25AE5F48B848D49D5C002AF71EBC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8C422-697C-4491-8C32-E2562312F021}"/>
      </w:docPartPr>
      <w:docPartBody>
        <w:p w:rsidR="00000000" w:rsidRDefault="0027783B" w:rsidP="0027783B">
          <w:pPr>
            <w:pStyle w:val="2A25AE5F48B848D49D5C002AF71EBC9D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0DC6B71B141E418DA59E0907F68478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4D555-D488-4886-925A-B22BECB7BD2B}"/>
      </w:docPartPr>
      <w:docPartBody>
        <w:p w:rsidR="00000000" w:rsidRDefault="0027783B" w:rsidP="0027783B">
          <w:pPr>
            <w:pStyle w:val="0DC6B71B141E418DA59E0907F6847875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E00411AC27A4435593C55E5F5931BD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CC274-07EA-4E27-BDF1-5DBC038C1AAD}"/>
      </w:docPartPr>
      <w:docPartBody>
        <w:p w:rsidR="00000000" w:rsidRDefault="0027783B" w:rsidP="0027783B">
          <w:pPr>
            <w:pStyle w:val="E00411AC27A4435593C55E5F5931BD3B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0282389F10042C086A8D1F896EDC4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EF40D5-22FB-4477-9D89-ADDC0FA90402}"/>
      </w:docPartPr>
      <w:docPartBody>
        <w:p w:rsidR="00000000" w:rsidRDefault="0027783B" w:rsidP="0027783B">
          <w:pPr>
            <w:pStyle w:val="D0282389F10042C086A8D1F896EDC43C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DFB356962DAB42DDBC7D49EC52BDF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71683B-F0C1-44AD-96C6-9504CDDD0804}"/>
      </w:docPartPr>
      <w:docPartBody>
        <w:p w:rsidR="00000000" w:rsidRDefault="0027783B" w:rsidP="0027783B">
          <w:pPr>
            <w:pStyle w:val="DFB356962DAB42DDBC7D49EC52BDF5B3"/>
          </w:pPr>
          <w:r w:rsidRPr="001648A6">
            <w:rPr>
              <w:rStyle w:val="PlaceholderText"/>
            </w:rPr>
            <w:t>Choose an item.</w:t>
          </w:r>
        </w:p>
      </w:docPartBody>
    </w:docPart>
    <w:docPart>
      <w:docPartPr>
        <w:name w:val="C77532EF84FD47D5949221975DF425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3873D-D8E9-4A8D-A24F-1741F0318622}"/>
      </w:docPartPr>
      <w:docPartBody>
        <w:p w:rsidR="00000000" w:rsidRDefault="0027783B" w:rsidP="0027783B">
          <w:pPr>
            <w:pStyle w:val="C77532EF84FD47D5949221975DF42580"/>
          </w:pPr>
          <w:r w:rsidRPr="001648A6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B0502040204020203"/>
    <w:charset w:val="00"/>
    <w:family w:val="swiss"/>
    <w:pitch w:val="variable"/>
    <w:sig w:usb0="800000AF" w:usb1="4000204A" w:usb2="00000200" w:usb3="00000000" w:csb0="00000001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412A9"/>
    <w:rsid w:val="000412A9"/>
    <w:rsid w:val="00224589"/>
    <w:rsid w:val="0027783B"/>
    <w:rsid w:val="00420FF0"/>
    <w:rsid w:val="007600A8"/>
    <w:rsid w:val="009F09A7"/>
    <w:rsid w:val="00E27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5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783B"/>
    <w:rPr>
      <w:color w:val="808080"/>
    </w:rPr>
  </w:style>
  <w:style w:type="paragraph" w:customStyle="1" w:styleId="9FF502427E7748F5AF38AE337C3EF662">
    <w:name w:val="9FF502427E7748F5AF38AE337C3EF662"/>
    <w:rsid w:val="00224589"/>
  </w:style>
  <w:style w:type="paragraph" w:customStyle="1" w:styleId="464C242DAE304001801CC0F9276BC58E">
    <w:name w:val="464C242DAE304001801CC0F9276BC58E"/>
    <w:rsid w:val="00224589"/>
  </w:style>
  <w:style w:type="paragraph" w:customStyle="1" w:styleId="497BC15EDAB6402C8EFE5EA02FBE3613">
    <w:name w:val="497BC15EDAB6402C8EFE5EA02FBE3613"/>
    <w:rsid w:val="00224589"/>
  </w:style>
  <w:style w:type="paragraph" w:customStyle="1" w:styleId="B6746623689D4E45954825D4D9146C5F">
    <w:name w:val="B6746623689D4E45954825D4D9146C5F"/>
    <w:rsid w:val="00224589"/>
  </w:style>
  <w:style w:type="paragraph" w:customStyle="1" w:styleId="0F18BB9EF7C04D5BA6AB4B98012FFA69">
    <w:name w:val="0F18BB9EF7C04D5BA6AB4B98012FFA69"/>
    <w:rsid w:val="00224589"/>
  </w:style>
  <w:style w:type="paragraph" w:customStyle="1" w:styleId="4C0EFF9A3C0C4303AE8AE856174E9EA6">
    <w:name w:val="4C0EFF9A3C0C4303AE8AE856174E9EA6"/>
    <w:rsid w:val="00224589"/>
  </w:style>
  <w:style w:type="paragraph" w:customStyle="1" w:styleId="5F929219075B40D7A833051EA9BE169F">
    <w:name w:val="5F929219075B40D7A833051EA9BE169F"/>
    <w:rsid w:val="00224589"/>
  </w:style>
  <w:style w:type="paragraph" w:customStyle="1" w:styleId="A1CD0A0CF0934D99A9BF05E1424A1D59">
    <w:name w:val="A1CD0A0CF0934D99A9BF05E1424A1D59"/>
    <w:rsid w:val="00224589"/>
  </w:style>
  <w:style w:type="paragraph" w:customStyle="1" w:styleId="2C3FFE557160435499DE11F703C0E880">
    <w:name w:val="2C3FFE557160435499DE11F703C0E880"/>
    <w:rsid w:val="00224589"/>
  </w:style>
  <w:style w:type="paragraph" w:customStyle="1" w:styleId="0D743F82127C450390A8DA73EFC26E54">
    <w:name w:val="0D743F82127C450390A8DA73EFC26E54"/>
    <w:rsid w:val="00224589"/>
  </w:style>
  <w:style w:type="paragraph" w:customStyle="1" w:styleId="443303A7B8374C4CA9CE259F34A3BB79">
    <w:name w:val="443303A7B8374C4CA9CE259F34A3BB79"/>
    <w:rsid w:val="00224589"/>
  </w:style>
  <w:style w:type="paragraph" w:customStyle="1" w:styleId="5F5A42C7ED854B80BD5D315E67DE12DE">
    <w:name w:val="5F5A42C7ED854B80BD5D315E67DE12DE"/>
    <w:rsid w:val="00224589"/>
  </w:style>
  <w:style w:type="paragraph" w:customStyle="1" w:styleId="EBAA1916DCD04712B52BA469CF7B187B">
    <w:name w:val="EBAA1916DCD04712B52BA469CF7B187B"/>
    <w:rsid w:val="00224589"/>
  </w:style>
  <w:style w:type="paragraph" w:customStyle="1" w:styleId="A786BF51F8E14B5399C18172ECA5DAD5">
    <w:name w:val="A786BF51F8E14B5399C18172ECA5DAD5"/>
    <w:rsid w:val="00224589"/>
  </w:style>
  <w:style w:type="paragraph" w:customStyle="1" w:styleId="9DE7F11E7CF34FEF9A435F56D293B335">
    <w:name w:val="9DE7F11E7CF34FEF9A435F56D293B335"/>
    <w:rsid w:val="00224589"/>
  </w:style>
  <w:style w:type="paragraph" w:customStyle="1" w:styleId="1AAC3B77E6D44889B5F1F2C5C701797B">
    <w:name w:val="1AAC3B77E6D44889B5F1F2C5C701797B"/>
    <w:rsid w:val="00224589"/>
  </w:style>
  <w:style w:type="paragraph" w:customStyle="1" w:styleId="A6D2FFDC74514FEFB1A3CEA196D038F6">
    <w:name w:val="A6D2FFDC74514FEFB1A3CEA196D038F6"/>
    <w:rsid w:val="00224589"/>
  </w:style>
  <w:style w:type="paragraph" w:customStyle="1" w:styleId="EB8EBA64E19F4AF180AAD969E3942FE9">
    <w:name w:val="EB8EBA64E19F4AF180AAD969E3942FE9"/>
    <w:rsid w:val="00224589"/>
  </w:style>
  <w:style w:type="paragraph" w:customStyle="1" w:styleId="46FE35DECA884DB7BA67FF4F33FF40CC">
    <w:name w:val="46FE35DECA884DB7BA67FF4F33FF40CC"/>
    <w:rsid w:val="00224589"/>
  </w:style>
  <w:style w:type="paragraph" w:customStyle="1" w:styleId="7791BA5274C54527BB1B5E78E139ED75">
    <w:name w:val="7791BA5274C54527BB1B5E78E139ED75"/>
    <w:rsid w:val="00224589"/>
  </w:style>
  <w:style w:type="paragraph" w:customStyle="1" w:styleId="05BED8A1BCFB4EFE9A3570C53B593B02">
    <w:name w:val="05BED8A1BCFB4EFE9A3570C53B593B02"/>
    <w:rsid w:val="00224589"/>
  </w:style>
  <w:style w:type="paragraph" w:customStyle="1" w:styleId="32803B419E04473DA79BF941A428BFD5">
    <w:name w:val="32803B419E04473DA79BF941A428BFD5"/>
    <w:rsid w:val="00224589"/>
  </w:style>
  <w:style w:type="paragraph" w:customStyle="1" w:styleId="9B335C482A21434CB08412AD5CF9A3F3">
    <w:name w:val="9B335C482A21434CB08412AD5CF9A3F3"/>
    <w:rsid w:val="00224589"/>
  </w:style>
  <w:style w:type="paragraph" w:customStyle="1" w:styleId="49ECBE7A19074385B914311D8E7FFEC6">
    <w:name w:val="49ECBE7A19074385B914311D8E7FFEC6"/>
    <w:rsid w:val="00224589"/>
  </w:style>
  <w:style w:type="paragraph" w:customStyle="1" w:styleId="AE9D9FF8667E4003A4E5B66EF35845D7">
    <w:name w:val="AE9D9FF8667E4003A4E5B66EF35845D7"/>
    <w:rsid w:val="00224589"/>
  </w:style>
  <w:style w:type="paragraph" w:customStyle="1" w:styleId="A933B4D8F54343378EAD4FAD7C22A5B1">
    <w:name w:val="A933B4D8F54343378EAD4FAD7C22A5B1"/>
    <w:rsid w:val="00224589"/>
  </w:style>
  <w:style w:type="paragraph" w:customStyle="1" w:styleId="080175C529784E1FA40788F2F2E24863">
    <w:name w:val="080175C529784E1FA40788F2F2E24863"/>
    <w:rsid w:val="00224589"/>
  </w:style>
  <w:style w:type="paragraph" w:customStyle="1" w:styleId="1562CF99BECD4E7F86886736ADCF156A">
    <w:name w:val="1562CF99BECD4E7F86886736ADCF156A"/>
    <w:rsid w:val="00224589"/>
  </w:style>
  <w:style w:type="paragraph" w:customStyle="1" w:styleId="F49AB7EF83AA4823AF582F34B58CE4D0">
    <w:name w:val="F49AB7EF83AA4823AF582F34B58CE4D0"/>
    <w:rsid w:val="00224589"/>
  </w:style>
  <w:style w:type="paragraph" w:customStyle="1" w:styleId="FEC313A671E149009C20EFC990161829">
    <w:name w:val="FEC313A671E149009C20EFC990161829"/>
    <w:rsid w:val="00224589"/>
  </w:style>
  <w:style w:type="paragraph" w:customStyle="1" w:styleId="A18A815D1B4D4B1EA06AB4E5F1120239">
    <w:name w:val="A18A815D1B4D4B1EA06AB4E5F1120239"/>
    <w:rsid w:val="00224589"/>
  </w:style>
  <w:style w:type="paragraph" w:customStyle="1" w:styleId="72F051CC82554A36B942186019C3F9CA">
    <w:name w:val="72F051CC82554A36B942186019C3F9CA"/>
    <w:rsid w:val="00224589"/>
  </w:style>
  <w:style w:type="paragraph" w:customStyle="1" w:styleId="BEFDCB51D7CA4F5B845FC7D1D91CF5DA">
    <w:name w:val="BEFDCB51D7CA4F5B845FC7D1D91CF5DA"/>
    <w:rsid w:val="00224589"/>
  </w:style>
  <w:style w:type="paragraph" w:customStyle="1" w:styleId="1726B50D944948809649E39E264C3633">
    <w:name w:val="1726B50D944948809649E39E264C3633"/>
    <w:rsid w:val="00224589"/>
  </w:style>
  <w:style w:type="paragraph" w:customStyle="1" w:styleId="767F67FF31BF4FB0BEAFDCC491C20C20">
    <w:name w:val="767F67FF31BF4FB0BEAFDCC491C20C20"/>
    <w:rsid w:val="00224589"/>
  </w:style>
  <w:style w:type="paragraph" w:customStyle="1" w:styleId="C88A86924676455FBD7EBAECCE1BD39E">
    <w:name w:val="C88A86924676455FBD7EBAECCE1BD39E"/>
    <w:rsid w:val="00224589"/>
  </w:style>
  <w:style w:type="paragraph" w:customStyle="1" w:styleId="4D2DD896B75E4683863DDEF08A27E7C8">
    <w:name w:val="4D2DD896B75E4683863DDEF08A27E7C8"/>
    <w:rsid w:val="00224589"/>
  </w:style>
  <w:style w:type="paragraph" w:customStyle="1" w:styleId="67EBBEBBEFD44ECC97670B996A97D6E6">
    <w:name w:val="67EBBEBBEFD44ECC97670B996A97D6E6"/>
    <w:rsid w:val="00224589"/>
  </w:style>
  <w:style w:type="paragraph" w:customStyle="1" w:styleId="78C40EA8C6164A3099DA6685CF305455">
    <w:name w:val="78C40EA8C6164A3099DA6685CF305455"/>
    <w:rsid w:val="00224589"/>
  </w:style>
  <w:style w:type="paragraph" w:customStyle="1" w:styleId="53DC37FF88BD42088D3FA0FE4E9D1AA1">
    <w:name w:val="53DC37FF88BD42088D3FA0FE4E9D1AA1"/>
    <w:rsid w:val="00224589"/>
  </w:style>
  <w:style w:type="paragraph" w:customStyle="1" w:styleId="3DDE06F9FED747BAA34300E300B90671">
    <w:name w:val="3DDE06F9FED747BAA34300E300B90671"/>
    <w:rsid w:val="00224589"/>
  </w:style>
  <w:style w:type="paragraph" w:customStyle="1" w:styleId="8E9F82C30E52421EBCFFAD501C57A20D">
    <w:name w:val="8E9F82C30E52421EBCFFAD501C57A20D"/>
    <w:rsid w:val="00224589"/>
  </w:style>
  <w:style w:type="paragraph" w:customStyle="1" w:styleId="84E289AAF7CA47EC836CFE3732756D29">
    <w:name w:val="84E289AAF7CA47EC836CFE3732756D29"/>
    <w:rsid w:val="00224589"/>
  </w:style>
  <w:style w:type="paragraph" w:customStyle="1" w:styleId="E0C63C460C234962A3F2EE87A0868F73">
    <w:name w:val="E0C63C460C234962A3F2EE87A0868F73"/>
    <w:rsid w:val="00224589"/>
  </w:style>
  <w:style w:type="paragraph" w:customStyle="1" w:styleId="9EEDEDB949A44BD88C5576A1989B80BE">
    <w:name w:val="9EEDEDB949A44BD88C5576A1989B80BE"/>
    <w:rsid w:val="00224589"/>
  </w:style>
  <w:style w:type="paragraph" w:customStyle="1" w:styleId="C3AF3C771C4741D1A2ABBB821A3F02E4">
    <w:name w:val="C3AF3C771C4741D1A2ABBB821A3F02E4"/>
    <w:rsid w:val="00224589"/>
  </w:style>
  <w:style w:type="paragraph" w:customStyle="1" w:styleId="622DC15210534D82989C7D8C1764BCC9">
    <w:name w:val="622DC15210534D82989C7D8C1764BCC9"/>
    <w:rsid w:val="00224589"/>
  </w:style>
  <w:style w:type="paragraph" w:customStyle="1" w:styleId="169ED534EC114EF89E1A7F348206A452">
    <w:name w:val="169ED534EC114EF89E1A7F348206A452"/>
    <w:rsid w:val="00224589"/>
  </w:style>
  <w:style w:type="paragraph" w:customStyle="1" w:styleId="B25FEB2CC73E4E6BBE1BAE23B699F6C1">
    <w:name w:val="B25FEB2CC73E4E6BBE1BAE23B699F6C1"/>
    <w:rsid w:val="00224589"/>
  </w:style>
  <w:style w:type="paragraph" w:customStyle="1" w:styleId="B9226D7EFAD94E77B854D84E47AD4A21">
    <w:name w:val="B9226D7EFAD94E77B854D84E47AD4A21"/>
    <w:rsid w:val="00224589"/>
  </w:style>
  <w:style w:type="paragraph" w:customStyle="1" w:styleId="5F9DF795FFD142D09C0F37AF1673E971">
    <w:name w:val="5F9DF795FFD142D09C0F37AF1673E971"/>
    <w:rsid w:val="00224589"/>
  </w:style>
  <w:style w:type="paragraph" w:customStyle="1" w:styleId="4FDAEFD5A83549AEB256497E10B3907B">
    <w:name w:val="4FDAEFD5A83549AEB256497E10B3907B"/>
    <w:rsid w:val="00224589"/>
  </w:style>
  <w:style w:type="paragraph" w:customStyle="1" w:styleId="C90361B6567544FA9D090A95276268A9">
    <w:name w:val="C90361B6567544FA9D090A95276268A9"/>
    <w:rsid w:val="00224589"/>
  </w:style>
  <w:style w:type="paragraph" w:customStyle="1" w:styleId="6273637915EA49C18169E7E356AB1F0D">
    <w:name w:val="6273637915EA49C18169E7E356AB1F0D"/>
    <w:rsid w:val="00224589"/>
  </w:style>
  <w:style w:type="paragraph" w:customStyle="1" w:styleId="1D07693F7515462A82897EAA78621E8C">
    <w:name w:val="1D07693F7515462A82897EAA78621E8C"/>
    <w:rsid w:val="00224589"/>
  </w:style>
  <w:style w:type="paragraph" w:customStyle="1" w:styleId="9E87A5367B8F4B629DC6295FC6FE94FD">
    <w:name w:val="9E87A5367B8F4B629DC6295FC6FE94FD"/>
    <w:rsid w:val="00224589"/>
  </w:style>
  <w:style w:type="paragraph" w:customStyle="1" w:styleId="A95B913FE8EE4684BFE77EF2F18F3520">
    <w:name w:val="A95B913FE8EE4684BFE77EF2F18F3520"/>
    <w:rsid w:val="00224589"/>
  </w:style>
  <w:style w:type="paragraph" w:customStyle="1" w:styleId="2D13A26896C843868A81FE9D10923AE2">
    <w:name w:val="2D13A26896C843868A81FE9D10923AE2"/>
    <w:rsid w:val="00224589"/>
  </w:style>
  <w:style w:type="paragraph" w:customStyle="1" w:styleId="1A2C955D2ACD44F794EC1B4C2F087BE1">
    <w:name w:val="1A2C955D2ACD44F794EC1B4C2F087BE1"/>
    <w:rsid w:val="00224589"/>
  </w:style>
  <w:style w:type="paragraph" w:customStyle="1" w:styleId="6352D3825537413A914CC63911DD49E0">
    <w:name w:val="6352D3825537413A914CC63911DD49E0"/>
    <w:rsid w:val="00224589"/>
  </w:style>
  <w:style w:type="paragraph" w:customStyle="1" w:styleId="96293E5330D4414CAE815C9807ECFF87">
    <w:name w:val="96293E5330D4414CAE815C9807ECFF87"/>
    <w:rsid w:val="00224589"/>
  </w:style>
  <w:style w:type="paragraph" w:customStyle="1" w:styleId="76BD286E9FE84DF09B07C466D5333C79">
    <w:name w:val="76BD286E9FE84DF09B07C466D5333C79"/>
    <w:rsid w:val="00224589"/>
  </w:style>
  <w:style w:type="paragraph" w:customStyle="1" w:styleId="6E09BCB58D374E379F32CF85DE760FB9">
    <w:name w:val="6E09BCB58D374E379F32CF85DE760FB9"/>
    <w:rsid w:val="00224589"/>
  </w:style>
  <w:style w:type="paragraph" w:customStyle="1" w:styleId="A25D8C04E2FD4552B3C8B537EE529981">
    <w:name w:val="A25D8C04E2FD4552B3C8B537EE529981"/>
    <w:rsid w:val="000412A9"/>
  </w:style>
  <w:style w:type="paragraph" w:customStyle="1" w:styleId="242854291CC04615B2C8E4B0F581F366">
    <w:name w:val="242854291CC04615B2C8E4B0F581F366"/>
    <w:rsid w:val="009F09A7"/>
  </w:style>
  <w:style w:type="paragraph" w:customStyle="1" w:styleId="5AFC4C2A42674E5BAC19176FFF14CAD4">
    <w:name w:val="5AFC4C2A42674E5BAC19176FFF14CAD4"/>
    <w:rsid w:val="009F09A7"/>
  </w:style>
  <w:style w:type="paragraph" w:customStyle="1" w:styleId="DD2075BDC14A4B17ABB59C2336F90AAA">
    <w:name w:val="DD2075BDC14A4B17ABB59C2336F90AAA"/>
    <w:rsid w:val="009F09A7"/>
  </w:style>
  <w:style w:type="paragraph" w:customStyle="1" w:styleId="5AF7366C0E32477E8B468BED98E976C1">
    <w:name w:val="5AF7366C0E32477E8B468BED98E976C1"/>
    <w:rsid w:val="009F09A7"/>
  </w:style>
  <w:style w:type="paragraph" w:customStyle="1" w:styleId="FFDF5E132B744EB89EB04B968BE12E15">
    <w:name w:val="FFDF5E132B744EB89EB04B968BE12E15"/>
    <w:rsid w:val="009F09A7"/>
  </w:style>
  <w:style w:type="paragraph" w:customStyle="1" w:styleId="660C703337834D97A9253245B4B4D0D4">
    <w:name w:val="660C703337834D97A9253245B4B4D0D4"/>
    <w:rsid w:val="009F09A7"/>
  </w:style>
  <w:style w:type="paragraph" w:customStyle="1" w:styleId="9FE715916CA94D2796D9550D0E75D1BB">
    <w:name w:val="9FE715916CA94D2796D9550D0E75D1BB"/>
    <w:rsid w:val="009F09A7"/>
  </w:style>
  <w:style w:type="paragraph" w:customStyle="1" w:styleId="DA54A30B948440A980263FFC96612685">
    <w:name w:val="DA54A30B948440A980263FFC96612685"/>
    <w:rsid w:val="009F09A7"/>
  </w:style>
  <w:style w:type="paragraph" w:customStyle="1" w:styleId="6C84DCE798CC445F8CE2689F9A2FEF3A">
    <w:name w:val="6C84DCE798CC445F8CE2689F9A2FEF3A"/>
    <w:rsid w:val="009F09A7"/>
  </w:style>
  <w:style w:type="paragraph" w:customStyle="1" w:styleId="011483A23C7D47D1A02C55DE4389ADC2">
    <w:name w:val="011483A23C7D47D1A02C55DE4389ADC2"/>
    <w:rsid w:val="009F09A7"/>
  </w:style>
  <w:style w:type="paragraph" w:customStyle="1" w:styleId="6755A3B725DC467FBA862DF0A5AEDD30">
    <w:name w:val="6755A3B725DC467FBA862DF0A5AEDD30"/>
    <w:rsid w:val="009F09A7"/>
  </w:style>
  <w:style w:type="paragraph" w:customStyle="1" w:styleId="4253098FB9DD429C81D25E7B8303B8E5">
    <w:name w:val="4253098FB9DD429C81D25E7B8303B8E5"/>
    <w:rsid w:val="009F09A7"/>
  </w:style>
  <w:style w:type="paragraph" w:customStyle="1" w:styleId="68A38D02F9074E89A4D430E4FA13E0B0">
    <w:name w:val="68A38D02F9074E89A4D430E4FA13E0B0"/>
    <w:rsid w:val="009F09A7"/>
  </w:style>
  <w:style w:type="paragraph" w:customStyle="1" w:styleId="27A1BAFCA3634F21B69B8B668C3D32A6">
    <w:name w:val="27A1BAFCA3634F21B69B8B668C3D32A6"/>
    <w:rsid w:val="009F09A7"/>
  </w:style>
  <w:style w:type="paragraph" w:customStyle="1" w:styleId="E0CD24C48EE349A79A63D232D1DED206">
    <w:name w:val="E0CD24C48EE349A79A63D232D1DED206"/>
    <w:rsid w:val="009F09A7"/>
  </w:style>
  <w:style w:type="paragraph" w:customStyle="1" w:styleId="2058DF5244174A319A9900CC8633B0F5">
    <w:name w:val="2058DF5244174A319A9900CC8633B0F5"/>
    <w:rsid w:val="009F09A7"/>
  </w:style>
  <w:style w:type="paragraph" w:customStyle="1" w:styleId="A8E0B521EADB4333B6A8C21A10C95D28">
    <w:name w:val="A8E0B521EADB4333B6A8C21A10C95D28"/>
    <w:rsid w:val="009F09A7"/>
  </w:style>
  <w:style w:type="paragraph" w:customStyle="1" w:styleId="B90CDC738A184FEB8405B275F88A7C0F">
    <w:name w:val="B90CDC738A184FEB8405B275F88A7C0F"/>
    <w:rsid w:val="009F09A7"/>
  </w:style>
  <w:style w:type="paragraph" w:customStyle="1" w:styleId="68069CA04975488AAC50584D90EF034D">
    <w:name w:val="68069CA04975488AAC50584D90EF034D"/>
    <w:rsid w:val="009F09A7"/>
  </w:style>
  <w:style w:type="paragraph" w:customStyle="1" w:styleId="616AD177EAF0451194D248D3EDDFE344">
    <w:name w:val="616AD177EAF0451194D248D3EDDFE344"/>
    <w:rsid w:val="009F09A7"/>
  </w:style>
  <w:style w:type="paragraph" w:customStyle="1" w:styleId="A45EAF6CCBA74CC586DAFF07D764E28C">
    <w:name w:val="A45EAF6CCBA74CC586DAFF07D764E28C"/>
    <w:rsid w:val="009F09A7"/>
  </w:style>
  <w:style w:type="paragraph" w:customStyle="1" w:styleId="CF0374B0787448FD9C0F809B46AABB38">
    <w:name w:val="CF0374B0787448FD9C0F809B46AABB38"/>
    <w:rsid w:val="009F09A7"/>
  </w:style>
  <w:style w:type="paragraph" w:customStyle="1" w:styleId="6876AD97A30F4F9BAEA7134485C8075C">
    <w:name w:val="6876AD97A30F4F9BAEA7134485C8075C"/>
    <w:rsid w:val="009F09A7"/>
  </w:style>
  <w:style w:type="paragraph" w:customStyle="1" w:styleId="4C17E8592C394AD1B7AD23682C4E79FE">
    <w:name w:val="4C17E8592C394AD1B7AD23682C4E79FE"/>
    <w:rsid w:val="009F09A7"/>
  </w:style>
  <w:style w:type="paragraph" w:customStyle="1" w:styleId="CCD641113DF545F7BD7B5952493CEB13">
    <w:name w:val="CCD641113DF545F7BD7B5952493CEB13"/>
    <w:rsid w:val="009F09A7"/>
  </w:style>
  <w:style w:type="paragraph" w:customStyle="1" w:styleId="332C1C75AE8B45F696489139D3FAAB3E">
    <w:name w:val="332C1C75AE8B45F696489139D3FAAB3E"/>
    <w:rsid w:val="009F09A7"/>
  </w:style>
  <w:style w:type="paragraph" w:customStyle="1" w:styleId="61E12CE8677F4CE399B4EA138FE231E5">
    <w:name w:val="61E12CE8677F4CE399B4EA138FE231E5"/>
    <w:rsid w:val="009F09A7"/>
  </w:style>
  <w:style w:type="paragraph" w:customStyle="1" w:styleId="A25D8C04E2FD4552B3C8B537EE5299811">
    <w:name w:val="A25D8C04E2FD4552B3C8B537EE5299811"/>
    <w:rsid w:val="009F09A7"/>
  </w:style>
  <w:style w:type="paragraph" w:customStyle="1" w:styleId="892AC95BABB3498586D5BA4C540F19EA">
    <w:name w:val="892AC95BABB3498586D5BA4C540F19EA"/>
    <w:rsid w:val="009F09A7"/>
  </w:style>
  <w:style w:type="paragraph" w:customStyle="1" w:styleId="A2D6C6C33D8649F0831EFF229E614B0E">
    <w:name w:val="A2D6C6C33D8649F0831EFF229E614B0E"/>
    <w:rsid w:val="009F09A7"/>
  </w:style>
  <w:style w:type="paragraph" w:customStyle="1" w:styleId="7DC2D69B95EE49EDAA2C769E62F6CD37">
    <w:name w:val="7DC2D69B95EE49EDAA2C769E62F6CD37"/>
    <w:rsid w:val="009F09A7"/>
  </w:style>
  <w:style w:type="paragraph" w:customStyle="1" w:styleId="52798773BF0D4B3BA3E0064B76670B36">
    <w:name w:val="52798773BF0D4B3BA3E0064B76670B36"/>
    <w:rsid w:val="009F09A7"/>
  </w:style>
  <w:style w:type="paragraph" w:customStyle="1" w:styleId="014261133A5548C1923193175D093113">
    <w:name w:val="014261133A5548C1923193175D093113"/>
    <w:rsid w:val="009F09A7"/>
  </w:style>
  <w:style w:type="paragraph" w:customStyle="1" w:styleId="FA5B1CC78CBB46C79F9B6C7836BA22F0">
    <w:name w:val="FA5B1CC78CBB46C79F9B6C7836BA22F0"/>
    <w:rsid w:val="009F09A7"/>
  </w:style>
  <w:style w:type="paragraph" w:customStyle="1" w:styleId="E8C31D8D4D804A6AA051D37A25A00E65">
    <w:name w:val="E8C31D8D4D804A6AA051D37A25A00E65"/>
    <w:rsid w:val="009F09A7"/>
  </w:style>
  <w:style w:type="paragraph" w:customStyle="1" w:styleId="314B1DFB9D5E4BE29AFE3DA6BE031608">
    <w:name w:val="314B1DFB9D5E4BE29AFE3DA6BE031608"/>
    <w:rsid w:val="009F09A7"/>
  </w:style>
  <w:style w:type="paragraph" w:customStyle="1" w:styleId="61EF2ED9E38B497287C84BDDB5F0BD40">
    <w:name w:val="61EF2ED9E38B497287C84BDDB5F0BD40"/>
    <w:rsid w:val="009F09A7"/>
  </w:style>
  <w:style w:type="paragraph" w:customStyle="1" w:styleId="B9F2B193E4164514BE81A99ED57773B5">
    <w:name w:val="B9F2B193E4164514BE81A99ED57773B5"/>
    <w:rsid w:val="009F09A7"/>
  </w:style>
  <w:style w:type="paragraph" w:customStyle="1" w:styleId="D491BE1D7D244821B8D756CB754CB91E">
    <w:name w:val="D491BE1D7D244821B8D756CB754CB91E"/>
    <w:rsid w:val="009F09A7"/>
  </w:style>
  <w:style w:type="paragraph" w:customStyle="1" w:styleId="029B79DF38F94735AF48E4AB2142E4AA">
    <w:name w:val="029B79DF38F94735AF48E4AB2142E4AA"/>
    <w:rsid w:val="009F09A7"/>
  </w:style>
  <w:style w:type="paragraph" w:customStyle="1" w:styleId="5D8C4B0685CE47FCA6E22050DF6C6988">
    <w:name w:val="5D8C4B0685CE47FCA6E22050DF6C6988"/>
    <w:rsid w:val="009F09A7"/>
  </w:style>
  <w:style w:type="paragraph" w:customStyle="1" w:styleId="85D53F78E7FB408A940236DD6AD8AE4E">
    <w:name w:val="85D53F78E7FB408A940236DD6AD8AE4E"/>
    <w:rsid w:val="009F09A7"/>
  </w:style>
  <w:style w:type="paragraph" w:customStyle="1" w:styleId="4DCC5FCBE92341958B7C13E0BB64A407">
    <w:name w:val="4DCC5FCBE92341958B7C13E0BB64A407"/>
    <w:rsid w:val="009F09A7"/>
  </w:style>
  <w:style w:type="paragraph" w:customStyle="1" w:styleId="5838D46ADCE34B8BAF807BB62326F6DD">
    <w:name w:val="5838D46ADCE34B8BAF807BB62326F6DD"/>
    <w:rsid w:val="009F09A7"/>
  </w:style>
  <w:style w:type="paragraph" w:customStyle="1" w:styleId="BDA3E80148D74C03BD0BD370F2E52676">
    <w:name w:val="BDA3E80148D74C03BD0BD370F2E52676"/>
    <w:rsid w:val="009F09A7"/>
  </w:style>
  <w:style w:type="paragraph" w:customStyle="1" w:styleId="40E57D59076E49E9A030D3C94509C9F9">
    <w:name w:val="40E57D59076E49E9A030D3C94509C9F9"/>
    <w:rsid w:val="009F09A7"/>
  </w:style>
  <w:style w:type="paragraph" w:customStyle="1" w:styleId="DC52452EC0C94B36860EA101779A215C">
    <w:name w:val="DC52452EC0C94B36860EA101779A215C"/>
    <w:rsid w:val="009F09A7"/>
  </w:style>
  <w:style w:type="paragraph" w:customStyle="1" w:styleId="3B47627EC5DD43C98B8AAD872314AA87">
    <w:name w:val="3B47627EC5DD43C98B8AAD872314AA87"/>
    <w:rsid w:val="009F09A7"/>
  </w:style>
  <w:style w:type="paragraph" w:customStyle="1" w:styleId="921CF1B91E7C44F29DF38B12DD9A94BF">
    <w:name w:val="921CF1B91E7C44F29DF38B12DD9A94BF"/>
    <w:rsid w:val="009F09A7"/>
  </w:style>
  <w:style w:type="paragraph" w:customStyle="1" w:styleId="63B8CC53D27B4C48BCD9BC12E02260AC">
    <w:name w:val="63B8CC53D27B4C48BCD9BC12E02260AC"/>
    <w:rsid w:val="009F09A7"/>
  </w:style>
  <w:style w:type="paragraph" w:customStyle="1" w:styleId="D95273CBD9FB4C998FA1CE31E45E7C9B">
    <w:name w:val="D95273CBD9FB4C998FA1CE31E45E7C9B"/>
    <w:rsid w:val="009F09A7"/>
  </w:style>
  <w:style w:type="paragraph" w:customStyle="1" w:styleId="D68BB5CECF7F4D088A3F08E6EC48D606">
    <w:name w:val="D68BB5CECF7F4D088A3F08E6EC48D606"/>
    <w:rsid w:val="00E2747E"/>
  </w:style>
  <w:style w:type="paragraph" w:customStyle="1" w:styleId="BD2BC469A03A4B0792ADD27709F72025">
    <w:name w:val="BD2BC469A03A4B0792ADD27709F72025"/>
    <w:rsid w:val="00E2747E"/>
  </w:style>
  <w:style w:type="paragraph" w:customStyle="1" w:styleId="F27950CCC2854C0783FC20654826918B">
    <w:name w:val="F27950CCC2854C0783FC20654826918B"/>
    <w:rsid w:val="00E2747E"/>
  </w:style>
  <w:style w:type="paragraph" w:customStyle="1" w:styleId="845A7D9C735D40AEB080245DCDCBC7F9">
    <w:name w:val="845A7D9C735D40AEB080245DCDCBC7F9"/>
    <w:rsid w:val="00E2747E"/>
  </w:style>
  <w:style w:type="paragraph" w:customStyle="1" w:styleId="02FEC9AD6DD14D85969688DF6244A8C3">
    <w:name w:val="02FEC9AD6DD14D85969688DF6244A8C3"/>
    <w:rsid w:val="00E2747E"/>
  </w:style>
  <w:style w:type="paragraph" w:customStyle="1" w:styleId="ED59C8A9B80847EE92CAD1F971904D16">
    <w:name w:val="ED59C8A9B80847EE92CAD1F971904D16"/>
    <w:rsid w:val="00E2747E"/>
  </w:style>
  <w:style w:type="paragraph" w:customStyle="1" w:styleId="9EE1AB598AE143399EFCDD437003EFEC">
    <w:name w:val="9EE1AB598AE143399EFCDD437003EFEC"/>
    <w:rsid w:val="00E2747E"/>
  </w:style>
  <w:style w:type="paragraph" w:customStyle="1" w:styleId="B5C7557F752B42EF9BC6D78D5BD42F7B">
    <w:name w:val="B5C7557F752B42EF9BC6D78D5BD42F7B"/>
    <w:rsid w:val="00E2747E"/>
  </w:style>
  <w:style w:type="paragraph" w:customStyle="1" w:styleId="7C9C8B6C68D84ECF9B364F057D11F661">
    <w:name w:val="7C9C8B6C68D84ECF9B364F057D11F661"/>
    <w:rsid w:val="00E2747E"/>
  </w:style>
  <w:style w:type="paragraph" w:customStyle="1" w:styleId="68CE518464B743CFAACF8A2C56BC1E41">
    <w:name w:val="68CE518464B743CFAACF8A2C56BC1E41"/>
    <w:rsid w:val="0027783B"/>
  </w:style>
  <w:style w:type="paragraph" w:customStyle="1" w:styleId="2A25AE5F48B848D49D5C002AF71EBC9D">
    <w:name w:val="2A25AE5F48B848D49D5C002AF71EBC9D"/>
    <w:rsid w:val="0027783B"/>
  </w:style>
  <w:style w:type="paragraph" w:customStyle="1" w:styleId="0DC6B71B141E418DA59E0907F6847875">
    <w:name w:val="0DC6B71B141E418DA59E0907F6847875"/>
    <w:rsid w:val="0027783B"/>
  </w:style>
  <w:style w:type="paragraph" w:customStyle="1" w:styleId="E00411AC27A4435593C55E5F5931BD3B">
    <w:name w:val="E00411AC27A4435593C55E5F5931BD3B"/>
    <w:rsid w:val="0027783B"/>
  </w:style>
  <w:style w:type="paragraph" w:customStyle="1" w:styleId="D0282389F10042C086A8D1F896EDC43C">
    <w:name w:val="D0282389F10042C086A8D1F896EDC43C"/>
    <w:rsid w:val="0027783B"/>
  </w:style>
  <w:style w:type="paragraph" w:customStyle="1" w:styleId="DFB356962DAB42DDBC7D49EC52BDF5B3">
    <w:name w:val="DFB356962DAB42DDBC7D49EC52BDF5B3"/>
    <w:rsid w:val="0027783B"/>
  </w:style>
  <w:style w:type="paragraph" w:customStyle="1" w:styleId="C77532EF84FD47D5949221975DF42580">
    <w:name w:val="C77532EF84FD47D5949221975DF42580"/>
    <w:rsid w:val="0027783B"/>
  </w:style>
  <w:style w:type="paragraph" w:customStyle="1" w:styleId="A25D8C04E2FD4552B3C8B537EE5299812">
    <w:name w:val="A25D8C04E2FD4552B3C8B537EE5299812"/>
    <w:rsid w:val="0027783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Overall results</Template>
  <TotalTime>17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2016-06-22T08:58:00Z</cp:lastPrinted>
  <dcterms:created xsi:type="dcterms:W3CDTF">2016-06-30T05:13:00Z</dcterms:created>
  <dcterms:modified xsi:type="dcterms:W3CDTF">2016-07-08T05:36:00Z</dcterms:modified>
</cp:coreProperties>
</file>